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32136A" w:rsidRPr="00B0544D" w14:paraId="3F734911" w14:textId="77777777" w:rsidTr="002B3A3C">
        <w:tc>
          <w:tcPr>
            <w:tcW w:w="1311" w:type="dxa"/>
          </w:tcPr>
          <w:p w14:paraId="4222BE6D" w14:textId="77777777" w:rsidR="0032136A" w:rsidRPr="00AB654C" w:rsidRDefault="0032136A" w:rsidP="002B3A3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AB654C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49F03B6E" w14:textId="77777777" w:rsidR="0032136A" w:rsidRPr="00AB654C" w:rsidRDefault="0032136A" w:rsidP="002B3A3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2024D104" w14:textId="77777777" w:rsidR="0032136A" w:rsidRPr="00AB654C" w:rsidRDefault="0032136A" w:rsidP="00A72C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32136A" w:rsidRPr="009146AD" w14:paraId="08FA4EF3" w14:textId="77777777" w:rsidTr="002B3A3C">
        <w:tc>
          <w:tcPr>
            <w:tcW w:w="1311" w:type="dxa"/>
          </w:tcPr>
          <w:p w14:paraId="44C6D702" w14:textId="77777777" w:rsidR="0032136A" w:rsidRPr="00AB654C" w:rsidRDefault="0032136A" w:rsidP="002B3A3C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2086" w:type="dxa"/>
          </w:tcPr>
          <w:p w14:paraId="1B334CA8" w14:textId="77777777" w:rsidR="0032136A" w:rsidRPr="00AB654C" w:rsidRDefault="0032136A" w:rsidP="002B3A3C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AB654C">
              <w:rPr>
                <w:rFonts w:ascii="Poppins" w:hAnsi="Poppins" w:cs="Poppins"/>
                <w:color w:val="000000" w:themeColor="text1"/>
                <w:sz w:val="20"/>
              </w:rPr>
              <w:t xml:space="preserve">Pannello isolante Standard Combi </w:t>
            </w:r>
            <w:proofErr w:type="spellStart"/>
            <w:r w:rsidRPr="00AB654C">
              <w:rPr>
                <w:rFonts w:ascii="Poppins" w:hAnsi="Poppins" w:cs="Poppins"/>
                <w:color w:val="000000" w:themeColor="text1"/>
                <w:sz w:val="20"/>
              </w:rPr>
              <w:t>Floor</w:t>
            </w:r>
            <w:proofErr w:type="spellEnd"/>
            <w:r w:rsidRPr="00AB654C">
              <w:rPr>
                <w:rFonts w:ascii="Poppins" w:hAnsi="Poppins" w:cs="Poppins"/>
                <w:color w:val="000000" w:themeColor="text1"/>
                <w:sz w:val="20"/>
              </w:rPr>
              <w:t xml:space="preserve"> </w:t>
            </w:r>
            <w:r w:rsidRPr="00AB654C">
              <w:rPr>
                <w:rFonts w:ascii="Poppins" w:hAnsi="Poppins" w:cs="Poppins"/>
                <w:color w:val="00B050"/>
                <w:sz w:val="20"/>
              </w:rPr>
              <w:t>H10</w:t>
            </w:r>
            <w:r w:rsidRPr="00AB654C">
              <w:rPr>
                <w:rFonts w:ascii="Poppins" w:hAnsi="Poppins" w:cs="Poppins"/>
                <w:sz w:val="20"/>
              </w:rPr>
              <w:t xml:space="preserve"> / </w:t>
            </w:r>
            <w:r w:rsidRPr="00AB654C">
              <w:rPr>
                <w:rFonts w:ascii="Poppins" w:hAnsi="Poppins" w:cs="Poppins"/>
                <w:color w:val="FF0000"/>
                <w:sz w:val="20"/>
              </w:rPr>
              <w:t>H20</w:t>
            </w:r>
            <w:r w:rsidRPr="00AB654C">
              <w:rPr>
                <w:rFonts w:ascii="Poppins" w:hAnsi="Poppins" w:cs="Poppins"/>
                <w:sz w:val="20"/>
              </w:rPr>
              <w:t xml:space="preserve"> / </w:t>
            </w:r>
            <w:r w:rsidRPr="00AB654C">
              <w:rPr>
                <w:rFonts w:ascii="Poppins" w:hAnsi="Poppins" w:cs="Poppins"/>
                <w:color w:val="0070C0"/>
                <w:sz w:val="20"/>
              </w:rPr>
              <w:t>H30</w:t>
            </w:r>
            <w:r w:rsidRPr="00AB654C">
              <w:rPr>
                <w:rFonts w:ascii="Poppins" w:hAnsi="Poppins" w:cs="Poppins"/>
                <w:sz w:val="20"/>
              </w:rPr>
              <w:t xml:space="preserve"> con tubazione </w:t>
            </w:r>
            <w:proofErr w:type="spellStart"/>
            <w:r w:rsidRPr="00AB654C">
              <w:rPr>
                <w:rFonts w:ascii="Poppins" w:hAnsi="Poppins" w:cs="Poppins"/>
                <w:color w:val="00B050"/>
                <w:sz w:val="20"/>
              </w:rPr>
              <w:t>Alpert</w:t>
            </w:r>
            <w:proofErr w:type="spellEnd"/>
            <w:r w:rsidRPr="00AB654C">
              <w:rPr>
                <w:rFonts w:ascii="Poppins" w:hAnsi="Poppins" w:cs="Poppins"/>
                <w:color w:val="00B050"/>
                <w:sz w:val="20"/>
              </w:rPr>
              <w:t xml:space="preserve"> 16x2</w:t>
            </w:r>
            <w:r w:rsidRPr="00AB654C">
              <w:rPr>
                <w:rFonts w:ascii="Poppins" w:hAnsi="Poppins" w:cs="Poppins"/>
                <w:sz w:val="20"/>
              </w:rPr>
              <w:t xml:space="preserve"> / </w:t>
            </w:r>
            <w:r w:rsidRPr="00AB654C">
              <w:rPr>
                <w:rFonts w:ascii="Poppins" w:hAnsi="Poppins" w:cs="Poppins"/>
                <w:color w:val="FF0000"/>
                <w:sz w:val="20"/>
              </w:rPr>
              <w:t>PE-</w:t>
            </w:r>
            <w:proofErr w:type="spellStart"/>
            <w:r w:rsidRPr="00AB654C">
              <w:rPr>
                <w:rFonts w:ascii="Poppins" w:hAnsi="Poppins" w:cs="Poppins"/>
                <w:color w:val="FF0000"/>
                <w:sz w:val="20"/>
              </w:rPr>
              <w:t>Xa</w:t>
            </w:r>
            <w:proofErr w:type="spellEnd"/>
            <w:r w:rsidRPr="00AB654C">
              <w:rPr>
                <w:rFonts w:ascii="Poppins" w:hAnsi="Poppins" w:cs="Poppins"/>
                <w:color w:val="FF0000"/>
                <w:sz w:val="20"/>
              </w:rPr>
              <w:t xml:space="preserve"> 17x2 </w:t>
            </w:r>
            <w:r w:rsidRPr="00AB654C">
              <w:rPr>
                <w:rFonts w:ascii="Poppins" w:hAnsi="Poppins" w:cs="Poppins"/>
                <w:color w:val="000000" w:themeColor="text1"/>
                <w:sz w:val="20"/>
              </w:rPr>
              <w:t xml:space="preserve">/ </w:t>
            </w:r>
            <w:r w:rsidRPr="00AB654C">
              <w:rPr>
                <w:rFonts w:ascii="Poppins" w:hAnsi="Poppins" w:cs="Poppins"/>
                <w:color w:val="0070C0"/>
                <w:sz w:val="20"/>
              </w:rPr>
              <w:t>PE-</w:t>
            </w:r>
            <w:proofErr w:type="spellStart"/>
            <w:r w:rsidRPr="00AB654C">
              <w:rPr>
                <w:rFonts w:ascii="Poppins" w:hAnsi="Poppins" w:cs="Poppins"/>
                <w:color w:val="0070C0"/>
                <w:sz w:val="20"/>
              </w:rPr>
              <w:t>Xc</w:t>
            </w:r>
            <w:proofErr w:type="spellEnd"/>
            <w:r>
              <w:rPr>
                <w:rFonts w:ascii="Poppins" w:hAnsi="Poppins" w:cs="Poppins"/>
                <w:color w:val="0070C0"/>
                <w:sz w:val="20"/>
              </w:rPr>
              <w:t xml:space="preserve"> </w:t>
            </w:r>
            <w:r w:rsidRPr="00AB654C">
              <w:rPr>
                <w:rFonts w:ascii="Poppins" w:hAnsi="Poppins" w:cs="Poppins"/>
                <w:color w:val="0070C0"/>
                <w:sz w:val="20"/>
              </w:rPr>
              <w:t>17x2</w:t>
            </w:r>
            <w:r>
              <w:rPr>
                <w:rFonts w:ascii="Poppins" w:hAnsi="Poppins" w:cs="Poppins"/>
                <w:color w:val="0070C0"/>
                <w:sz w:val="20"/>
              </w:rPr>
              <w:t xml:space="preserve"> </w:t>
            </w:r>
            <w:r w:rsidRPr="00163E9E">
              <w:rPr>
                <w:rFonts w:ascii="Poppins" w:hAnsi="Poppins" w:cs="Poppins"/>
                <w:sz w:val="20"/>
              </w:rPr>
              <w:t xml:space="preserve">/ </w:t>
            </w:r>
            <w:r w:rsidRPr="00595482">
              <w:rPr>
                <w:rFonts w:ascii="Poppins" w:hAnsi="Poppins" w:cs="Poppins"/>
                <w:color w:val="FFC000"/>
                <w:sz w:val="20"/>
              </w:rPr>
              <w:t>PE-RT 17x2</w:t>
            </w:r>
          </w:p>
        </w:tc>
        <w:tc>
          <w:tcPr>
            <w:tcW w:w="6101" w:type="dxa"/>
          </w:tcPr>
          <w:p w14:paraId="1A109636" w14:textId="77777777" w:rsidR="0032136A" w:rsidRPr="00AB654C" w:rsidRDefault="0032136A" w:rsidP="00A72C09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Sistema di riscaldamento/raffrescamento a pavimento che risponde in modo ottimale ai requisiti di massima resistenza e robustezza durante le fasi di installazione. La posa dei tubi è a serpentino.</w:t>
            </w:r>
          </w:p>
          <w:p w14:paraId="095F4C8B" w14:textId="77777777" w:rsidR="0032136A" w:rsidRPr="00AB654C" w:rsidRDefault="0032136A" w:rsidP="00A72C0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8082972" w14:textId="77777777" w:rsidR="0032136A" w:rsidRPr="00AB654C" w:rsidRDefault="0032136A" w:rsidP="00A72C09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Il sistema è costituito da:</w:t>
            </w:r>
          </w:p>
          <w:p w14:paraId="5C2AAFB0" w14:textId="77777777" w:rsidR="0032136A" w:rsidRPr="00AB654C" w:rsidRDefault="0032136A" w:rsidP="00A72C09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contextualSpacing/>
              <w:jc w:val="both"/>
              <w:rPr>
                <w:rFonts w:ascii="Poppins" w:hAnsi="Poppins" w:cs="Poppins"/>
              </w:rPr>
            </w:pPr>
            <w:r w:rsidRPr="00AB654C">
              <w:rPr>
                <w:rFonts w:ascii="Poppins" w:hAnsi="Poppins" w:cs="Poppins"/>
              </w:rPr>
              <w:t xml:space="preserve">Pannello isolante in polietilene espanso (EPS) stampato Standard Combi </w:t>
            </w:r>
            <w:proofErr w:type="spellStart"/>
            <w:r w:rsidRPr="00AB654C">
              <w:rPr>
                <w:rFonts w:ascii="Poppins" w:hAnsi="Poppins" w:cs="Poppins"/>
              </w:rPr>
              <w:t>Floor</w:t>
            </w:r>
            <w:proofErr w:type="spellEnd"/>
            <w:r w:rsidRPr="00AB654C">
              <w:rPr>
                <w:rFonts w:ascii="Poppins" w:hAnsi="Poppins" w:cs="Poppins"/>
                <w:color w:val="00B050"/>
              </w:rPr>
              <w:t xml:space="preserve"> H10</w:t>
            </w:r>
            <w:r w:rsidRPr="00AB654C">
              <w:rPr>
                <w:rFonts w:ascii="Poppins" w:hAnsi="Poppins" w:cs="Poppins"/>
              </w:rPr>
              <w:t xml:space="preserve"> / </w:t>
            </w:r>
            <w:r w:rsidRPr="00AB654C">
              <w:rPr>
                <w:rFonts w:ascii="Poppins" w:hAnsi="Poppins" w:cs="Poppins"/>
                <w:color w:val="FF0000"/>
              </w:rPr>
              <w:t>H20</w:t>
            </w:r>
            <w:r w:rsidRPr="00AB654C">
              <w:rPr>
                <w:rFonts w:ascii="Poppins" w:hAnsi="Poppins" w:cs="Poppins"/>
              </w:rPr>
              <w:t xml:space="preserve"> / </w:t>
            </w:r>
            <w:r w:rsidRPr="00AB654C">
              <w:rPr>
                <w:rFonts w:ascii="Poppins" w:hAnsi="Poppins" w:cs="Poppins"/>
                <w:color w:val="0070C0"/>
              </w:rPr>
              <w:t>H30</w:t>
            </w:r>
            <w:r w:rsidRPr="00AB654C">
              <w:rPr>
                <w:rFonts w:ascii="Poppins" w:hAnsi="Poppins" w:cs="Poppins"/>
              </w:rPr>
              <w:t xml:space="preserve"> per isolamento termico per tubo 16x2 e 17x2 con superficie a bugne ed incastri cilindrici, accoppiato con film termoformato in polistirene rigido spessore 0,65 mm. Passo tubi 5 cm.</w:t>
            </w:r>
          </w:p>
          <w:p w14:paraId="6CA2D265" w14:textId="77777777" w:rsidR="0032136A" w:rsidRPr="00AB654C" w:rsidRDefault="0032136A" w:rsidP="00A72C09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contextualSpacing/>
              <w:jc w:val="both"/>
              <w:rPr>
                <w:rFonts w:ascii="Poppins" w:hAnsi="Poppins" w:cs="Poppins"/>
              </w:rPr>
            </w:pPr>
            <w:r w:rsidRPr="00AB654C">
              <w:rPr>
                <w:rFonts w:ascii="Poppins" w:hAnsi="Poppins" w:cs="Poppins"/>
              </w:rPr>
              <w:t>Striscia isolante perimetrale in polietilene espanso a cellule chiuse, con banda adesiva per il fissaggio a parete, spessore 5 mm e altezza 150 mm.</w:t>
            </w:r>
          </w:p>
          <w:p w14:paraId="3D6E5644" w14:textId="77777777" w:rsidR="0032136A" w:rsidRPr="00AB654C" w:rsidRDefault="0032136A" w:rsidP="00A72C09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contextualSpacing/>
              <w:jc w:val="both"/>
              <w:rPr>
                <w:rFonts w:ascii="Poppins" w:hAnsi="Poppins" w:cs="Poppins"/>
              </w:rPr>
            </w:pPr>
            <w:r w:rsidRPr="00AB654C">
              <w:rPr>
                <w:rFonts w:ascii="Poppins" w:hAnsi="Poppins" w:cs="Poppins"/>
              </w:rPr>
              <w:t xml:space="preserve">Tubazioni </w:t>
            </w:r>
            <w:proofErr w:type="spellStart"/>
            <w:r w:rsidRPr="00AB654C">
              <w:rPr>
                <w:rFonts w:ascii="Poppins" w:hAnsi="Poppins" w:cs="Poppins"/>
                <w:color w:val="00B050"/>
              </w:rPr>
              <w:t>Alpert</w:t>
            </w:r>
            <w:proofErr w:type="spellEnd"/>
            <w:r w:rsidRPr="00AB654C">
              <w:rPr>
                <w:rFonts w:ascii="Poppins" w:hAnsi="Poppins" w:cs="Poppins"/>
                <w:color w:val="00B050"/>
              </w:rPr>
              <w:t xml:space="preserve"> 16x2</w:t>
            </w:r>
            <w:r w:rsidRPr="00AB654C">
              <w:rPr>
                <w:rFonts w:ascii="Poppins" w:hAnsi="Poppins" w:cs="Poppins"/>
              </w:rPr>
              <w:t xml:space="preserve"> / </w:t>
            </w:r>
            <w:r w:rsidRPr="00AB654C">
              <w:rPr>
                <w:rFonts w:ascii="Poppins" w:hAnsi="Poppins" w:cs="Poppins"/>
                <w:color w:val="FF0000"/>
              </w:rPr>
              <w:t>PE-</w:t>
            </w:r>
            <w:proofErr w:type="spellStart"/>
            <w:r w:rsidRPr="00AB654C">
              <w:rPr>
                <w:rFonts w:ascii="Poppins" w:hAnsi="Poppins" w:cs="Poppins"/>
                <w:color w:val="FF0000"/>
              </w:rPr>
              <w:t>Xa</w:t>
            </w:r>
            <w:proofErr w:type="spellEnd"/>
            <w:r w:rsidRPr="00AB654C">
              <w:rPr>
                <w:rFonts w:ascii="Poppins" w:hAnsi="Poppins" w:cs="Poppins"/>
                <w:color w:val="FF0000"/>
              </w:rPr>
              <w:t xml:space="preserve"> 17x2 </w:t>
            </w:r>
            <w:r w:rsidRPr="00AB654C">
              <w:rPr>
                <w:rFonts w:ascii="Poppins" w:hAnsi="Poppins" w:cs="Poppins"/>
                <w:color w:val="000000" w:themeColor="text1"/>
              </w:rPr>
              <w:t xml:space="preserve">/ </w:t>
            </w:r>
            <w:r w:rsidRPr="00AB654C">
              <w:rPr>
                <w:rFonts w:ascii="Poppins" w:hAnsi="Poppins" w:cs="Poppins"/>
                <w:color w:val="0070C0"/>
              </w:rPr>
              <w:t>PE-</w:t>
            </w:r>
            <w:proofErr w:type="spellStart"/>
            <w:r w:rsidRPr="00AB654C">
              <w:rPr>
                <w:rFonts w:ascii="Poppins" w:hAnsi="Poppins" w:cs="Poppins"/>
                <w:color w:val="0070C0"/>
              </w:rPr>
              <w:t>Xc</w:t>
            </w:r>
            <w:proofErr w:type="spellEnd"/>
            <w:r>
              <w:rPr>
                <w:rFonts w:ascii="Poppins" w:hAnsi="Poppins" w:cs="Poppins"/>
                <w:color w:val="0070C0"/>
              </w:rPr>
              <w:t xml:space="preserve"> </w:t>
            </w:r>
            <w:r w:rsidRPr="00AB654C">
              <w:rPr>
                <w:rFonts w:ascii="Poppins" w:hAnsi="Poppins" w:cs="Poppins"/>
                <w:color w:val="0070C0"/>
              </w:rPr>
              <w:t>17x2</w:t>
            </w:r>
            <w:r>
              <w:rPr>
                <w:rFonts w:ascii="Poppins" w:hAnsi="Poppins" w:cs="Poppins"/>
                <w:color w:val="0070C0"/>
              </w:rPr>
              <w:t xml:space="preserve"> </w:t>
            </w:r>
            <w:r w:rsidRPr="00163E9E">
              <w:rPr>
                <w:rFonts w:ascii="Poppins" w:hAnsi="Poppins" w:cs="Poppins"/>
              </w:rPr>
              <w:t xml:space="preserve">/ </w:t>
            </w:r>
            <w:r w:rsidRPr="00595482">
              <w:rPr>
                <w:rFonts w:ascii="Poppins" w:hAnsi="Poppins" w:cs="Poppins"/>
                <w:color w:val="FFC000"/>
              </w:rPr>
              <w:t>PE-RT</w:t>
            </w:r>
            <w:r>
              <w:rPr>
                <w:rFonts w:ascii="Poppins" w:hAnsi="Poppins" w:cs="Poppins"/>
                <w:color w:val="FFC000"/>
              </w:rPr>
              <w:t xml:space="preserve"> </w:t>
            </w:r>
            <w:r w:rsidRPr="00595482">
              <w:rPr>
                <w:rFonts w:ascii="Poppins" w:hAnsi="Poppins" w:cs="Poppins"/>
                <w:color w:val="FFC000"/>
              </w:rPr>
              <w:t>17x2</w:t>
            </w:r>
          </w:p>
          <w:p w14:paraId="4CF045FE" w14:textId="77777777" w:rsidR="0032136A" w:rsidRPr="00AB654C" w:rsidRDefault="0032136A" w:rsidP="00A72C09">
            <w:pPr>
              <w:pStyle w:val="Paragrafoelenco"/>
              <w:numPr>
                <w:ilvl w:val="0"/>
                <w:numId w:val="20"/>
              </w:numPr>
              <w:spacing w:after="160" w:line="254" w:lineRule="auto"/>
              <w:contextualSpacing/>
              <w:jc w:val="both"/>
              <w:rPr>
                <w:rFonts w:ascii="Poppins" w:hAnsi="Poppins" w:cs="Poppins"/>
              </w:rPr>
            </w:pPr>
            <w:r w:rsidRPr="00AB654C">
              <w:rPr>
                <w:rFonts w:ascii="Poppins" w:hAnsi="Poppins" w:cs="Poppins"/>
              </w:rPr>
              <w:t>Eventuale foglio in polietilene, con funzione di strato separatore fra i pannelli e la soletta.</w:t>
            </w:r>
          </w:p>
          <w:p w14:paraId="38BA1291" w14:textId="79F4EDF9" w:rsidR="0032136A" w:rsidRDefault="0032136A" w:rsidP="00A72C09">
            <w:pPr>
              <w:pStyle w:val="Paragrafoelenco"/>
              <w:numPr>
                <w:ilvl w:val="0"/>
                <w:numId w:val="20"/>
              </w:numPr>
              <w:spacing w:after="160" w:line="252" w:lineRule="auto"/>
              <w:contextualSpacing/>
              <w:jc w:val="both"/>
              <w:rPr>
                <w:rFonts w:ascii="Poppins" w:hAnsi="Poppins" w:cs="Poppins"/>
              </w:rPr>
            </w:pPr>
            <w:r w:rsidRPr="00AB654C">
              <w:rPr>
                <w:rFonts w:ascii="Poppins" w:hAnsi="Poppins" w:cs="Poppins"/>
              </w:rPr>
              <w:t>Altri accessori e componenti per la realizzazione del sistema a regola d’arte</w:t>
            </w:r>
          </w:p>
          <w:p w14:paraId="7D8F2B23" w14:textId="77777777" w:rsidR="0032136A" w:rsidRPr="0032136A" w:rsidRDefault="0032136A" w:rsidP="00A72C09">
            <w:pPr>
              <w:spacing w:after="160" w:line="252" w:lineRule="auto"/>
              <w:contextualSpacing/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556710BA" w14:textId="77777777" w:rsidR="0032136A" w:rsidRPr="00AB654C" w:rsidRDefault="0032136A" w:rsidP="00A72C09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Il sistema è conforme al tipo A (impianti con tubi completamente annegati nel massetto) come indicato nella norma UNI EN 1264-1. I pannelli sono prodotti in conformità alla norma UNI EN 13163 (isolanti termici per edilizia - prodotti in polistirene espanso ottenuti in fabbrica) e certificati come da Regolamento (UE) N. 305/2011. Presenza della marcatura CE sui pannelli e sulle etichette degli imballi.</w:t>
            </w:r>
          </w:p>
          <w:p w14:paraId="6DF9976B" w14:textId="77777777" w:rsidR="0032136A" w:rsidRPr="00AB654C" w:rsidRDefault="0032136A" w:rsidP="00A72C09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B32DAA3" w14:textId="77777777" w:rsidR="0032136A" w:rsidRPr="00AB654C" w:rsidRDefault="0032136A" w:rsidP="00A72C0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AB654C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Pr="00AB654C">
              <w:rPr>
                <w:rFonts w:ascii="Poppins" w:hAnsi="Poppins" w:cs="Poppins"/>
                <w:b/>
                <w:color w:val="000000" w:themeColor="text1"/>
                <w:sz w:val="20"/>
              </w:rPr>
              <w:t xml:space="preserve">Pannello isolante Standard Combi </w:t>
            </w:r>
            <w:proofErr w:type="spellStart"/>
            <w:r w:rsidRPr="00AB654C">
              <w:rPr>
                <w:rFonts w:ascii="Poppins" w:hAnsi="Poppins" w:cs="Poppins"/>
                <w:b/>
                <w:color w:val="000000" w:themeColor="text1"/>
                <w:sz w:val="20"/>
              </w:rPr>
              <w:t>Floor</w:t>
            </w:r>
            <w:proofErr w:type="spellEnd"/>
            <w:r w:rsidRPr="00AB654C">
              <w:rPr>
                <w:rFonts w:ascii="Poppins" w:hAnsi="Poppins" w:cs="Poppins"/>
                <w:b/>
                <w:color w:val="000000" w:themeColor="text1"/>
                <w:sz w:val="20"/>
              </w:rPr>
              <w:t xml:space="preserve"> </w:t>
            </w:r>
            <w:r w:rsidRPr="00AB654C">
              <w:rPr>
                <w:rFonts w:ascii="Poppins" w:hAnsi="Poppins" w:cs="Poppins"/>
                <w:b/>
                <w:color w:val="00B050"/>
                <w:sz w:val="20"/>
              </w:rPr>
              <w:t>H10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 / </w:t>
            </w:r>
            <w:r w:rsidRPr="00AB654C">
              <w:rPr>
                <w:rFonts w:ascii="Poppins" w:hAnsi="Poppins" w:cs="Poppins"/>
                <w:b/>
                <w:color w:val="FF0000"/>
                <w:sz w:val="20"/>
              </w:rPr>
              <w:t>H20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 / </w:t>
            </w:r>
            <w:r w:rsidRPr="00AB654C">
              <w:rPr>
                <w:rFonts w:ascii="Poppins" w:hAnsi="Poppins" w:cs="Poppins"/>
                <w:b/>
                <w:color w:val="0070C0"/>
                <w:sz w:val="20"/>
              </w:rPr>
              <w:t>H30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AB654C">
              <w:rPr>
                <w:rFonts w:ascii="Poppins" w:hAnsi="Poppins" w:cs="Poppins"/>
                <w:b/>
                <w:color w:val="000000" w:themeColor="text1"/>
                <w:sz w:val="20"/>
              </w:rPr>
              <w:t xml:space="preserve">con 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tubazione </w:t>
            </w:r>
            <w:proofErr w:type="spellStart"/>
            <w:r w:rsidRPr="00AB654C">
              <w:rPr>
                <w:rFonts w:ascii="Poppins" w:hAnsi="Poppins" w:cs="Poppins"/>
                <w:b/>
                <w:color w:val="00B050"/>
                <w:sz w:val="20"/>
              </w:rPr>
              <w:t>Alpert</w:t>
            </w:r>
            <w:proofErr w:type="spellEnd"/>
            <w:r w:rsidRPr="00AB654C">
              <w:rPr>
                <w:rFonts w:ascii="Poppins" w:hAnsi="Poppins" w:cs="Poppins"/>
                <w:b/>
                <w:color w:val="00B050"/>
                <w:sz w:val="20"/>
              </w:rPr>
              <w:t xml:space="preserve"> 16x2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 / </w:t>
            </w:r>
            <w:r w:rsidRPr="00AB654C">
              <w:rPr>
                <w:rFonts w:ascii="Poppins" w:hAnsi="Poppins" w:cs="Poppins"/>
                <w:b/>
                <w:color w:val="FF0000"/>
                <w:sz w:val="20"/>
              </w:rPr>
              <w:t>PE-</w:t>
            </w:r>
            <w:proofErr w:type="spellStart"/>
            <w:r w:rsidRPr="00AB654C">
              <w:rPr>
                <w:rFonts w:ascii="Poppins" w:hAnsi="Poppins" w:cs="Poppins"/>
                <w:b/>
                <w:color w:val="FF0000"/>
                <w:sz w:val="20"/>
              </w:rPr>
              <w:t>Xa</w:t>
            </w:r>
            <w:proofErr w:type="spellEnd"/>
            <w:r w:rsidRPr="00AB654C">
              <w:rPr>
                <w:rFonts w:ascii="Poppins" w:hAnsi="Poppins" w:cs="Poppins"/>
                <w:b/>
                <w:color w:val="FF0000"/>
                <w:sz w:val="20"/>
              </w:rPr>
              <w:t xml:space="preserve"> 17x2 </w:t>
            </w:r>
            <w:r w:rsidRPr="00AB654C">
              <w:rPr>
                <w:rFonts w:ascii="Poppins" w:hAnsi="Poppins" w:cs="Poppins"/>
                <w:b/>
                <w:color w:val="000000" w:themeColor="text1"/>
                <w:sz w:val="20"/>
              </w:rPr>
              <w:t xml:space="preserve">/ </w:t>
            </w:r>
            <w:r w:rsidRPr="00AB654C">
              <w:rPr>
                <w:rFonts w:ascii="Poppins" w:hAnsi="Poppins" w:cs="Poppins"/>
                <w:b/>
                <w:color w:val="0070C0"/>
                <w:sz w:val="20"/>
              </w:rPr>
              <w:t>PE-</w:t>
            </w:r>
            <w:proofErr w:type="spellStart"/>
            <w:r w:rsidRPr="00AB654C">
              <w:rPr>
                <w:rFonts w:ascii="Poppins" w:hAnsi="Poppins" w:cs="Poppins"/>
                <w:b/>
                <w:color w:val="0070C0"/>
                <w:sz w:val="20"/>
              </w:rPr>
              <w:t>Xc</w:t>
            </w:r>
            <w:proofErr w:type="spellEnd"/>
            <w:r>
              <w:rPr>
                <w:rFonts w:ascii="Poppins" w:hAnsi="Poppins" w:cs="Poppins"/>
                <w:b/>
                <w:color w:val="0070C0"/>
                <w:sz w:val="20"/>
              </w:rPr>
              <w:t xml:space="preserve"> </w:t>
            </w:r>
            <w:r w:rsidRPr="00AB654C">
              <w:rPr>
                <w:rFonts w:ascii="Poppins" w:hAnsi="Poppins" w:cs="Poppins"/>
                <w:b/>
                <w:color w:val="0070C0"/>
                <w:sz w:val="20"/>
              </w:rPr>
              <w:t>17x2</w:t>
            </w:r>
            <w:r>
              <w:rPr>
                <w:rFonts w:ascii="Poppins" w:hAnsi="Poppins" w:cs="Poppins"/>
                <w:b/>
                <w:color w:val="0070C0"/>
                <w:sz w:val="20"/>
              </w:rPr>
              <w:t xml:space="preserve"> </w:t>
            </w:r>
            <w:r w:rsidRPr="00A612EB">
              <w:rPr>
                <w:rFonts w:ascii="Poppins" w:hAnsi="Poppins" w:cs="Poppins"/>
                <w:b/>
                <w:bCs/>
                <w:sz w:val="20"/>
              </w:rPr>
              <w:t xml:space="preserve">/ </w:t>
            </w:r>
            <w:r w:rsidRPr="00A612EB">
              <w:rPr>
                <w:rFonts w:ascii="Poppins" w:hAnsi="Poppins" w:cs="Poppins"/>
                <w:b/>
                <w:bCs/>
                <w:color w:val="FFC000"/>
                <w:sz w:val="20"/>
              </w:rPr>
              <w:t>PE-RT 17x2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5E4360B1" w14:textId="77777777" w:rsidR="0032136A" w:rsidRDefault="0032136A"/>
    <w:p w14:paraId="0E4D50E0" w14:textId="77777777" w:rsidR="0032136A" w:rsidRDefault="0032136A"/>
    <w:p w14:paraId="5FA54BB7" w14:textId="77777777" w:rsidR="0032136A" w:rsidRDefault="0032136A"/>
    <w:p w14:paraId="0F4F4DB9" w14:textId="77777777" w:rsidR="0032136A" w:rsidRDefault="0032136A"/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757AC7" w:rsidRPr="00B0544D" w14:paraId="1F7CB5EB" w14:textId="77777777" w:rsidTr="00FD02BC">
        <w:tc>
          <w:tcPr>
            <w:tcW w:w="1311" w:type="dxa"/>
          </w:tcPr>
          <w:p w14:paraId="510A59E9" w14:textId="77777777" w:rsidR="00757AC7" w:rsidRPr="00AB654C" w:rsidRDefault="00757AC7" w:rsidP="007A430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AB654C">
              <w:rPr>
                <w:rFonts w:ascii="Poppins" w:hAnsi="Poppins" w:cs="Poppins"/>
                <w:b/>
                <w:bCs/>
                <w:sz w:val="20"/>
              </w:rPr>
              <w:lastRenderedPageBreak/>
              <w:t>Codice</w:t>
            </w:r>
          </w:p>
        </w:tc>
        <w:tc>
          <w:tcPr>
            <w:tcW w:w="2086" w:type="dxa"/>
          </w:tcPr>
          <w:p w14:paraId="152831B0" w14:textId="77777777" w:rsidR="00757AC7" w:rsidRPr="00AB654C" w:rsidRDefault="00757AC7" w:rsidP="00A3544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4206F1F2" w14:textId="77777777" w:rsidR="00757AC7" w:rsidRPr="00AB654C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AB654C" w:rsidRPr="004C6F17" w14:paraId="1A7BDFF1" w14:textId="77777777" w:rsidTr="004A5ED3">
        <w:tc>
          <w:tcPr>
            <w:tcW w:w="1311" w:type="dxa"/>
          </w:tcPr>
          <w:p w14:paraId="1928641C" w14:textId="77777777" w:rsidR="00AB654C" w:rsidRPr="00AB654C" w:rsidRDefault="00AB654C" w:rsidP="007A4306">
            <w:pPr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28134075</w:t>
            </w:r>
          </w:p>
        </w:tc>
        <w:tc>
          <w:tcPr>
            <w:tcW w:w="2086" w:type="dxa"/>
          </w:tcPr>
          <w:p w14:paraId="457FA781" w14:textId="77777777" w:rsidR="00A72C09" w:rsidRDefault="00AB654C" w:rsidP="00AB654C">
            <w:pPr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Pannello isolante Standard Combi</w:t>
            </w:r>
            <w:r w:rsidR="00FB586B">
              <w:rPr>
                <w:rFonts w:ascii="Poppins" w:hAnsi="Poppins" w:cs="Poppins"/>
                <w:sz w:val="20"/>
              </w:rPr>
              <w:t xml:space="preserve"> </w:t>
            </w:r>
            <w:r w:rsidRPr="00AB654C">
              <w:rPr>
                <w:rFonts w:ascii="Poppins" w:hAnsi="Poppins" w:cs="Poppins"/>
                <w:sz w:val="20"/>
              </w:rPr>
              <w:t>Floor</w:t>
            </w:r>
          </w:p>
          <w:p w14:paraId="70E00882" w14:textId="77777777" w:rsidR="00AB654C" w:rsidRDefault="00AB654C" w:rsidP="00AB654C">
            <w:pPr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H10</w:t>
            </w:r>
          </w:p>
          <w:p w14:paraId="3D9536F3" w14:textId="563805B7" w:rsidR="00A72C09" w:rsidRPr="00AB654C" w:rsidRDefault="00A72C09" w:rsidP="00AB654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 18,2</w:t>
            </w:r>
            <w:r w:rsidR="003F3088">
              <w:rPr>
                <w:rFonts w:ascii="Poppins" w:hAnsi="Poppins" w:cs="Poppins"/>
                <w:sz w:val="20"/>
              </w:rPr>
              <w:t>4 m2)</w:t>
            </w:r>
          </w:p>
        </w:tc>
        <w:tc>
          <w:tcPr>
            <w:tcW w:w="6101" w:type="dxa"/>
          </w:tcPr>
          <w:p w14:paraId="480DA015" w14:textId="77777777" w:rsidR="00717035" w:rsidRDefault="00AB654C" w:rsidP="00AB654C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Pannello in polistirene espanso tipo EPS 200, in conformità alla norma UNI 13163, con incastri perimetrali maschio – femmina a forma cilindrica ed accoppiato con un film termoformato in polistirene rigido spessore 0,65 mm.</w:t>
            </w:r>
          </w:p>
          <w:p w14:paraId="050BBE6E" w14:textId="77777777" w:rsidR="00717035" w:rsidRDefault="00717035" w:rsidP="00AB654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2D044F6" w14:textId="77777777" w:rsidR="00717035" w:rsidRDefault="00AB654C" w:rsidP="00AB654C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0295590E" w14:textId="52EF918E" w:rsidR="00717035" w:rsidRDefault="00AB654C" w:rsidP="00AB654C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Densità 30 kg/m</w:t>
            </w:r>
            <w:r w:rsidR="00717035">
              <w:rPr>
                <w:rFonts w:ascii="Poppins" w:hAnsi="Poppins" w:cs="Poppins"/>
                <w:sz w:val="20"/>
              </w:rPr>
              <w:t>3</w:t>
            </w:r>
            <w:r w:rsidRPr="00AB654C">
              <w:rPr>
                <w:rFonts w:ascii="Poppins" w:hAnsi="Poppins" w:cs="Poppins"/>
                <w:sz w:val="20"/>
              </w:rPr>
              <w:t>, resistenza termica RD 0</w:t>
            </w:r>
            <w:r w:rsidR="00514A69">
              <w:rPr>
                <w:rFonts w:ascii="Poppins" w:hAnsi="Poppins" w:cs="Poppins"/>
                <w:sz w:val="20"/>
              </w:rPr>
              <w:t>,</w:t>
            </w:r>
            <w:r w:rsidR="001910F0">
              <w:rPr>
                <w:rFonts w:ascii="Poppins" w:hAnsi="Poppins" w:cs="Poppins"/>
                <w:sz w:val="20"/>
              </w:rPr>
              <w:t>30</w:t>
            </w:r>
            <w:r w:rsidRPr="00AB654C">
              <w:rPr>
                <w:rFonts w:ascii="Poppins" w:hAnsi="Poppins" w:cs="Poppins"/>
                <w:sz w:val="20"/>
              </w:rPr>
              <w:t xml:space="preserve"> m</w:t>
            </w:r>
            <w:r w:rsidR="00717035">
              <w:rPr>
                <w:rFonts w:ascii="Poppins" w:hAnsi="Poppins" w:cs="Poppins"/>
                <w:sz w:val="20"/>
              </w:rPr>
              <w:t>2</w:t>
            </w:r>
            <w:r w:rsidRPr="00AB654C">
              <w:rPr>
                <w:rFonts w:ascii="Poppins" w:hAnsi="Poppins" w:cs="Poppins"/>
                <w:sz w:val="20"/>
              </w:rPr>
              <w:t>K/W, spessore lastra 10 mm e spessore totale 32 mm.</w:t>
            </w:r>
          </w:p>
          <w:p w14:paraId="452C5396" w14:textId="77777777" w:rsidR="00717035" w:rsidRDefault="00AB654C" w:rsidP="00AB654C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2069EBA2" w14:textId="2D7215FE" w:rsidR="00AB654C" w:rsidRPr="00AB654C" w:rsidRDefault="00AB654C" w:rsidP="00AB654C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Dimensioni (mm) 1200x800x32, confezione da 18</w:t>
            </w:r>
            <w:r w:rsidR="00514A69">
              <w:rPr>
                <w:rFonts w:ascii="Poppins" w:hAnsi="Poppins" w:cs="Poppins"/>
                <w:sz w:val="20"/>
              </w:rPr>
              <w:t>,</w:t>
            </w:r>
            <w:r w:rsidRPr="00AB654C">
              <w:rPr>
                <w:rFonts w:ascii="Poppins" w:hAnsi="Poppins" w:cs="Poppins"/>
                <w:sz w:val="20"/>
              </w:rPr>
              <w:t>24 m</w:t>
            </w:r>
            <w:r w:rsidR="00717035">
              <w:rPr>
                <w:rFonts w:ascii="Poppins" w:hAnsi="Poppins" w:cs="Poppins"/>
                <w:sz w:val="20"/>
              </w:rPr>
              <w:t>2</w:t>
            </w:r>
            <w:r w:rsidRPr="00AB654C">
              <w:rPr>
                <w:rFonts w:ascii="Poppins" w:hAnsi="Poppins" w:cs="Poppins"/>
                <w:sz w:val="20"/>
              </w:rPr>
              <w:t>.</w:t>
            </w:r>
          </w:p>
          <w:p w14:paraId="1A817A26" w14:textId="77777777" w:rsidR="00AB654C" w:rsidRPr="00AB654C" w:rsidRDefault="00AB654C" w:rsidP="00AB654C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437C48A" w14:textId="3A3789A9" w:rsidR="00AB654C" w:rsidRPr="00AB654C" w:rsidRDefault="00AB654C" w:rsidP="003F3088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505807">
              <w:rPr>
                <w:rFonts w:ascii="Poppins" w:hAnsi="Poppins" w:cs="Poppins"/>
                <w:b/>
                <w:sz w:val="20"/>
              </w:rPr>
              <w:t>Emmeti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3F3088" w:rsidRPr="003F3088">
              <w:rPr>
                <w:rFonts w:ascii="Poppins" w:hAnsi="Poppins" w:cs="Poppins"/>
                <w:b/>
                <w:sz w:val="20"/>
              </w:rPr>
              <w:t xml:space="preserve">Pannello isolante Standard Combi </w:t>
            </w:r>
            <w:proofErr w:type="spellStart"/>
            <w:r w:rsidR="003F3088" w:rsidRPr="003F3088">
              <w:rPr>
                <w:rFonts w:ascii="Poppins" w:hAnsi="Poppins" w:cs="Poppins"/>
                <w:b/>
                <w:sz w:val="20"/>
              </w:rPr>
              <w:t>Floor</w:t>
            </w:r>
            <w:proofErr w:type="spellEnd"/>
            <w:r w:rsidR="003F3088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3F3088" w:rsidRPr="003F3088">
              <w:rPr>
                <w:rFonts w:ascii="Poppins" w:hAnsi="Poppins" w:cs="Poppins"/>
                <w:b/>
                <w:sz w:val="20"/>
              </w:rPr>
              <w:t>H10</w:t>
            </w:r>
            <w:r w:rsidR="003F3088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3F3088" w:rsidRPr="003F3088">
              <w:rPr>
                <w:rFonts w:ascii="Poppins" w:hAnsi="Poppins" w:cs="Poppins"/>
                <w:b/>
                <w:sz w:val="20"/>
              </w:rPr>
              <w:t>(Conf. 18,24 m2)</w:t>
            </w:r>
            <w:r w:rsidR="003F3088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AB654C">
              <w:rPr>
                <w:rFonts w:ascii="Poppins" w:hAnsi="Poppins" w:cs="Poppins"/>
                <w:b/>
                <w:sz w:val="20"/>
              </w:rPr>
              <w:t>o equivalente</w:t>
            </w:r>
            <w:r w:rsidR="0017002B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B654C" w:rsidRPr="004C6F17" w14:paraId="6E4E409B" w14:textId="77777777" w:rsidTr="004A5ED3">
        <w:tc>
          <w:tcPr>
            <w:tcW w:w="1311" w:type="dxa"/>
          </w:tcPr>
          <w:p w14:paraId="1D4AD321" w14:textId="77777777" w:rsidR="00AB654C" w:rsidRPr="00AB654C" w:rsidRDefault="00AB654C" w:rsidP="007A4306">
            <w:pPr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28134077</w:t>
            </w:r>
          </w:p>
        </w:tc>
        <w:tc>
          <w:tcPr>
            <w:tcW w:w="2086" w:type="dxa"/>
          </w:tcPr>
          <w:p w14:paraId="221627D6" w14:textId="77777777" w:rsidR="007150B5" w:rsidRDefault="00AB654C" w:rsidP="00AB654C">
            <w:pPr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Pannello isolante Standard Combi</w:t>
            </w:r>
            <w:r w:rsidR="00DD6781">
              <w:rPr>
                <w:rFonts w:ascii="Poppins" w:hAnsi="Poppins" w:cs="Poppins"/>
                <w:sz w:val="20"/>
              </w:rPr>
              <w:t xml:space="preserve"> </w:t>
            </w:r>
            <w:r w:rsidRPr="00AB654C">
              <w:rPr>
                <w:rFonts w:ascii="Poppins" w:hAnsi="Poppins" w:cs="Poppins"/>
                <w:sz w:val="20"/>
              </w:rPr>
              <w:t>Floor</w:t>
            </w:r>
          </w:p>
          <w:p w14:paraId="07C72FD3" w14:textId="77777777" w:rsidR="00AB654C" w:rsidRDefault="00AB654C" w:rsidP="00AB654C">
            <w:pPr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H20</w:t>
            </w:r>
          </w:p>
          <w:p w14:paraId="5A9263C4" w14:textId="317F563F" w:rsidR="007150B5" w:rsidRPr="00AB654C" w:rsidRDefault="007150B5" w:rsidP="00AB654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 13,44 m2)</w:t>
            </w:r>
          </w:p>
        </w:tc>
        <w:tc>
          <w:tcPr>
            <w:tcW w:w="6101" w:type="dxa"/>
          </w:tcPr>
          <w:p w14:paraId="67FA1C8E" w14:textId="77777777" w:rsidR="00DD6781" w:rsidRDefault="00AB654C" w:rsidP="00AB654C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Pannello in polistirene espanso tipo EPS 150, in conformità alla norma UNI 13163, con incastri perimetrali maschio – femmina a forma cilindrica ed accoppiato con un film termoformato in polistirene rigido spessore 0,65 mm.</w:t>
            </w:r>
          </w:p>
          <w:p w14:paraId="07A8C092" w14:textId="77777777" w:rsidR="00DD6781" w:rsidRDefault="00DD6781" w:rsidP="00AB654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E24A833" w14:textId="77777777" w:rsidR="00DD6781" w:rsidRDefault="00AB654C" w:rsidP="00AB654C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56CE413A" w14:textId="009D89B7" w:rsidR="00DD6781" w:rsidRDefault="00AB654C" w:rsidP="00AB654C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Densità 25 kg/m</w:t>
            </w:r>
            <w:r w:rsidR="00DD6781">
              <w:rPr>
                <w:rFonts w:ascii="Poppins" w:hAnsi="Poppins" w:cs="Poppins"/>
                <w:sz w:val="20"/>
              </w:rPr>
              <w:t>3</w:t>
            </w:r>
            <w:r w:rsidRPr="00AB654C">
              <w:rPr>
                <w:rFonts w:ascii="Poppins" w:hAnsi="Poppins" w:cs="Poppins"/>
                <w:sz w:val="20"/>
              </w:rPr>
              <w:t>, resistenza termica RD 0</w:t>
            </w:r>
            <w:r w:rsidR="007150B5">
              <w:rPr>
                <w:rFonts w:ascii="Poppins" w:hAnsi="Poppins" w:cs="Poppins"/>
                <w:sz w:val="20"/>
              </w:rPr>
              <w:t>,</w:t>
            </w:r>
            <w:r w:rsidR="001910F0">
              <w:rPr>
                <w:rFonts w:ascii="Poppins" w:hAnsi="Poppins" w:cs="Poppins"/>
                <w:sz w:val="20"/>
              </w:rPr>
              <w:t>60</w:t>
            </w:r>
            <w:r w:rsidRPr="00AB654C">
              <w:rPr>
                <w:rFonts w:ascii="Poppins" w:hAnsi="Poppins" w:cs="Poppins"/>
                <w:sz w:val="20"/>
              </w:rPr>
              <w:t xml:space="preserve"> m</w:t>
            </w:r>
            <w:r w:rsidR="00DD6781">
              <w:rPr>
                <w:rFonts w:ascii="Poppins" w:hAnsi="Poppins" w:cs="Poppins"/>
                <w:sz w:val="20"/>
              </w:rPr>
              <w:t>2</w:t>
            </w:r>
            <w:r w:rsidRPr="00AB654C">
              <w:rPr>
                <w:rFonts w:ascii="Poppins" w:hAnsi="Poppins" w:cs="Poppins"/>
                <w:sz w:val="20"/>
              </w:rPr>
              <w:t>K/W, spessore lastra 20 mm e spessore totale 42 mm.</w:t>
            </w:r>
          </w:p>
          <w:p w14:paraId="48E0F741" w14:textId="77777777" w:rsidR="00DD6781" w:rsidRDefault="00AB654C" w:rsidP="00AB654C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3D0A3AAF" w14:textId="6B85BD51" w:rsidR="00AB654C" w:rsidRPr="00AB654C" w:rsidRDefault="00AB654C" w:rsidP="00AB654C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Dimensioni (mm) 1200x800x42, confezione da 13</w:t>
            </w:r>
            <w:r w:rsidR="007150B5">
              <w:rPr>
                <w:rFonts w:ascii="Poppins" w:hAnsi="Poppins" w:cs="Poppins"/>
                <w:sz w:val="20"/>
              </w:rPr>
              <w:t>,</w:t>
            </w:r>
            <w:r w:rsidRPr="00AB654C">
              <w:rPr>
                <w:rFonts w:ascii="Poppins" w:hAnsi="Poppins" w:cs="Poppins"/>
                <w:sz w:val="20"/>
              </w:rPr>
              <w:t>44 m</w:t>
            </w:r>
            <w:r w:rsidR="00DD6781">
              <w:rPr>
                <w:rFonts w:ascii="Poppins" w:hAnsi="Poppins" w:cs="Poppins"/>
                <w:sz w:val="20"/>
              </w:rPr>
              <w:t>2</w:t>
            </w:r>
            <w:r w:rsidRPr="00AB654C">
              <w:rPr>
                <w:rFonts w:ascii="Poppins" w:hAnsi="Poppins" w:cs="Poppins"/>
                <w:sz w:val="20"/>
              </w:rPr>
              <w:t>.</w:t>
            </w:r>
          </w:p>
          <w:p w14:paraId="4C7A154E" w14:textId="77777777" w:rsidR="00AB654C" w:rsidRPr="00AB654C" w:rsidRDefault="00AB654C" w:rsidP="00AB654C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29020FD" w14:textId="7C650FE0" w:rsidR="00AB654C" w:rsidRPr="00AB654C" w:rsidRDefault="00AB654C" w:rsidP="007150B5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AB654C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505807">
              <w:rPr>
                <w:rFonts w:ascii="Poppins" w:hAnsi="Poppins" w:cs="Poppins"/>
                <w:b/>
                <w:sz w:val="20"/>
              </w:rPr>
              <w:t>Emmeti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7150B5" w:rsidRPr="007150B5">
              <w:rPr>
                <w:rFonts w:ascii="Poppins" w:hAnsi="Poppins" w:cs="Poppins"/>
                <w:b/>
                <w:sz w:val="20"/>
              </w:rPr>
              <w:t xml:space="preserve">Pannello isolante Standard Combi </w:t>
            </w:r>
            <w:proofErr w:type="spellStart"/>
            <w:r w:rsidR="007150B5" w:rsidRPr="007150B5">
              <w:rPr>
                <w:rFonts w:ascii="Poppins" w:hAnsi="Poppins" w:cs="Poppins"/>
                <w:b/>
                <w:sz w:val="20"/>
              </w:rPr>
              <w:t>Floor</w:t>
            </w:r>
            <w:proofErr w:type="spellEnd"/>
            <w:r w:rsidR="007150B5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7150B5" w:rsidRPr="007150B5">
              <w:rPr>
                <w:rFonts w:ascii="Poppins" w:hAnsi="Poppins" w:cs="Poppins"/>
                <w:b/>
                <w:sz w:val="20"/>
              </w:rPr>
              <w:t>H20</w:t>
            </w:r>
            <w:r w:rsidR="007150B5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7150B5" w:rsidRPr="007150B5">
              <w:rPr>
                <w:rFonts w:ascii="Poppins" w:hAnsi="Poppins" w:cs="Poppins"/>
                <w:b/>
                <w:sz w:val="20"/>
              </w:rPr>
              <w:t>(Conf. 13,44 m2)</w:t>
            </w:r>
            <w:r w:rsidR="007150B5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AB654C">
              <w:rPr>
                <w:rFonts w:ascii="Poppins" w:hAnsi="Poppins" w:cs="Poppins"/>
                <w:b/>
                <w:sz w:val="20"/>
              </w:rPr>
              <w:t>o equivalente</w:t>
            </w:r>
            <w:r w:rsidR="0017002B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B654C" w:rsidRPr="004C6F17" w14:paraId="47B4B77D" w14:textId="77777777" w:rsidTr="00FD02BC">
        <w:tc>
          <w:tcPr>
            <w:tcW w:w="1311" w:type="dxa"/>
          </w:tcPr>
          <w:p w14:paraId="4B116B14" w14:textId="77777777" w:rsidR="00AB654C" w:rsidRPr="00AB654C" w:rsidRDefault="00AB654C" w:rsidP="007A4306">
            <w:pPr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28134079</w:t>
            </w:r>
          </w:p>
        </w:tc>
        <w:tc>
          <w:tcPr>
            <w:tcW w:w="2086" w:type="dxa"/>
          </w:tcPr>
          <w:p w14:paraId="55FCB9C6" w14:textId="77777777" w:rsidR="00750AD3" w:rsidRDefault="00AB654C" w:rsidP="00AB654C">
            <w:pPr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Pannello isolante Standard Combi</w:t>
            </w:r>
            <w:r w:rsidR="00663F04">
              <w:rPr>
                <w:rFonts w:ascii="Poppins" w:hAnsi="Poppins" w:cs="Poppins"/>
                <w:sz w:val="20"/>
              </w:rPr>
              <w:t xml:space="preserve"> </w:t>
            </w:r>
            <w:r w:rsidRPr="00AB654C">
              <w:rPr>
                <w:rFonts w:ascii="Poppins" w:hAnsi="Poppins" w:cs="Poppins"/>
                <w:sz w:val="20"/>
              </w:rPr>
              <w:t>Floor</w:t>
            </w:r>
          </w:p>
          <w:p w14:paraId="62881B99" w14:textId="77777777" w:rsidR="00AB654C" w:rsidRDefault="00AB654C" w:rsidP="00AB654C">
            <w:pPr>
              <w:jc w:val="center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H30</w:t>
            </w:r>
          </w:p>
          <w:p w14:paraId="7645B6E7" w14:textId="1367022E" w:rsidR="00750AD3" w:rsidRPr="00AB654C" w:rsidRDefault="00750AD3" w:rsidP="00AB654C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 9,6 m2)</w:t>
            </w:r>
          </w:p>
        </w:tc>
        <w:tc>
          <w:tcPr>
            <w:tcW w:w="6101" w:type="dxa"/>
          </w:tcPr>
          <w:p w14:paraId="7D9424B7" w14:textId="77777777" w:rsidR="00663F04" w:rsidRDefault="00AB654C" w:rsidP="00AB654C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Pannello in polistirene espanso tipo EPS 150, in conformità alla norma UNI 13163, con incastri perimetrali maschio – femmina a forma cilindrico ed accoppiato con un film termoformato in polistirene rigido spessore 0,65 mm.</w:t>
            </w:r>
          </w:p>
          <w:p w14:paraId="41A4BEC1" w14:textId="77777777" w:rsidR="00663F04" w:rsidRDefault="00663F04" w:rsidP="00AB654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009EBF0" w14:textId="77777777" w:rsidR="00663F04" w:rsidRDefault="00AB654C" w:rsidP="00AB654C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65849570" w14:textId="20F734F5" w:rsidR="00663F04" w:rsidRDefault="00AB654C" w:rsidP="00AB654C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Densità 25 kg/m</w:t>
            </w:r>
            <w:r w:rsidR="00663F04">
              <w:rPr>
                <w:rFonts w:ascii="Poppins" w:hAnsi="Poppins" w:cs="Poppins"/>
                <w:sz w:val="20"/>
              </w:rPr>
              <w:t>3</w:t>
            </w:r>
            <w:r w:rsidRPr="00AB654C">
              <w:rPr>
                <w:rFonts w:ascii="Poppins" w:hAnsi="Poppins" w:cs="Poppins"/>
                <w:sz w:val="20"/>
              </w:rPr>
              <w:t xml:space="preserve">, resistenza termica RD </w:t>
            </w:r>
            <w:r w:rsidR="001910F0">
              <w:rPr>
                <w:rFonts w:ascii="Poppins" w:hAnsi="Poppins" w:cs="Poppins"/>
                <w:sz w:val="20"/>
              </w:rPr>
              <w:t>0</w:t>
            </w:r>
            <w:r w:rsidR="00750AD3">
              <w:rPr>
                <w:rFonts w:ascii="Poppins" w:hAnsi="Poppins" w:cs="Poppins"/>
                <w:sz w:val="20"/>
              </w:rPr>
              <w:t>,</w:t>
            </w:r>
            <w:r w:rsidR="001910F0">
              <w:rPr>
                <w:rFonts w:ascii="Poppins" w:hAnsi="Poppins" w:cs="Poppins"/>
                <w:sz w:val="20"/>
              </w:rPr>
              <w:t>90</w:t>
            </w:r>
            <w:r w:rsidRPr="00AB654C">
              <w:rPr>
                <w:rFonts w:ascii="Poppins" w:hAnsi="Poppins" w:cs="Poppins"/>
                <w:sz w:val="20"/>
              </w:rPr>
              <w:t xml:space="preserve"> m</w:t>
            </w:r>
            <w:r w:rsidR="00663F04">
              <w:rPr>
                <w:rFonts w:ascii="Poppins" w:hAnsi="Poppins" w:cs="Poppins"/>
                <w:sz w:val="20"/>
              </w:rPr>
              <w:t>2</w:t>
            </w:r>
            <w:r w:rsidRPr="00AB654C">
              <w:rPr>
                <w:rFonts w:ascii="Poppins" w:hAnsi="Poppins" w:cs="Poppins"/>
                <w:sz w:val="20"/>
              </w:rPr>
              <w:t>K/W, spessore lastra 30 mm e spessore totale 52 mm.</w:t>
            </w:r>
          </w:p>
          <w:p w14:paraId="41581C3B" w14:textId="77777777" w:rsidR="00663F04" w:rsidRDefault="00AB654C" w:rsidP="00AB654C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6B86B78C" w14:textId="6667A264" w:rsidR="00AB654C" w:rsidRPr="00AB654C" w:rsidRDefault="00AB654C" w:rsidP="00AB654C">
            <w:pPr>
              <w:jc w:val="both"/>
              <w:rPr>
                <w:rFonts w:ascii="Poppins" w:hAnsi="Poppins" w:cs="Poppins"/>
                <w:sz w:val="20"/>
              </w:rPr>
            </w:pPr>
            <w:r w:rsidRPr="00AB654C">
              <w:rPr>
                <w:rFonts w:ascii="Poppins" w:hAnsi="Poppins" w:cs="Poppins"/>
                <w:sz w:val="20"/>
              </w:rPr>
              <w:t>Dimensioni (mm) 1200x800x52, confezione da 9</w:t>
            </w:r>
            <w:r w:rsidR="00750AD3">
              <w:rPr>
                <w:rFonts w:ascii="Poppins" w:hAnsi="Poppins" w:cs="Poppins"/>
                <w:sz w:val="20"/>
              </w:rPr>
              <w:t>,</w:t>
            </w:r>
            <w:r w:rsidRPr="00AB654C">
              <w:rPr>
                <w:rFonts w:ascii="Poppins" w:hAnsi="Poppins" w:cs="Poppins"/>
                <w:sz w:val="20"/>
              </w:rPr>
              <w:t>6 m</w:t>
            </w:r>
            <w:r w:rsidR="00663F04">
              <w:rPr>
                <w:rFonts w:ascii="Poppins" w:hAnsi="Poppins" w:cs="Poppins"/>
                <w:sz w:val="20"/>
              </w:rPr>
              <w:t>2</w:t>
            </w:r>
            <w:r w:rsidRPr="00AB654C">
              <w:rPr>
                <w:rFonts w:ascii="Poppins" w:hAnsi="Poppins" w:cs="Poppins"/>
                <w:sz w:val="20"/>
              </w:rPr>
              <w:t>.</w:t>
            </w:r>
          </w:p>
          <w:p w14:paraId="2A3C6AF9" w14:textId="77777777" w:rsidR="00AB654C" w:rsidRPr="00AB654C" w:rsidRDefault="00AB654C" w:rsidP="00AB654C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AE0A8B2" w14:textId="209E02B7" w:rsidR="00AB654C" w:rsidRPr="00AB654C" w:rsidRDefault="00AB654C" w:rsidP="00750AD3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AB654C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505807">
              <w:rPr>
                <w:rFonts w:ascii="Poppins" w:hAnsi="Poppins" w:cs="Poppins"/>
                <w:b/>
                <w:sz w:val="20"/>
              </w:rPr>
              <w:t>Emmeti</w:t>
            </w:r>
            <w:r w:rsidRPr="00AB654C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750AD3" w:rsidRPr="00750AD3">
              <w:rPr>
                <w:rFonts w:ascii="Poppins" w:hAnsi="Poppins" w:cs="Poppins"/>
                <w:b/>
                <w:sz w:val="20"/>
              </w:rPr>
              <w:t xml:space="preserve">Pannello isolante Standard Combi </w:t>
            </w:r>
            <w:proofErr w:type="spellStart"/>
            <w:r w:rsidR="00750AD3" w:rsidRPr="00750AD3">
              <w:rPr>
                <w:rFonts w:ascii="Poppins" w:hAnsi="Poppins" w:cs="Poppins"/>
                <w:b/>
                <w:sz w:val="20"/>
              </w:rPr>
              <w:t>Floor</w:t>
            </w:r>
            <w:proofErr w:type="spellEnd"/>
            <w:r w:rsidR="00750AD3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750AD3" w:rsidRPr="00750AD3">
              <w:rPr>
                <w:rFonts w:ascii="Poppins" w:hAnsi="Poppins" w:cs="Poppins"/>
                <w:b/>
                <w:sz w:val="20"/>
              </w:rPr>
              <w:t>H30</w:t>
            </w:r>
            <w:r w:rsidR="00750AD3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750AD3" w:rsidRPr="00750AD3">
              <w:rPr>
                <w:rFonts w:ascii="Poppins" w:hAnsi="Poppins" w:cs="Poppins"/>
                <w:b/>
                <w:sz w:val="20"/>
              </w:rPr>
              <w:t>(Conf. 9,6 m2)</w:t>
            </w:r>
            <w:r w:rsidR="00750AD3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AB654C">
              <w:rPr>
                <w:rFonts w:ascii="Poppins" w:hAnsi="Poppins" w:cs="Poppins"/>
                <w:b/>
                <w:sz w:val="20"/>
              </w:rPr>
              <w:t>o equivalente</w:t>
            </w:r>
            <w:r w:rsidR="0017002B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577AB2" w:rsidRPr="004C6F17" w14:paraId="627EED26" w14:textId="77777777" w:rsidTr="00FD02BC">
        <w:tc>
          <w:tcPr>
            <w:tcW w:w="1311" w:type="dxa"/>
          </w:tcPr>
          <w:p w14:paraId="7AF015F1" w14:textId="7A400CB4" w:rsidR="00577AB2" w:rsidRPr="00AB654C" w:rsidRDefault="00577AB2" w:rsidP="00577AB2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28107002</w:t>
            </w:r>
          </w:p>
        </w:tc>
        <w:tc>
          <w:tcPr>
            <w:tcW w:w="2086" w:type="dxa"/>
          </w:tcPr>
          <w:p w14:paraId="1ED05078" w14:textId="77777777" w:rsidR="00577AB2" w:rsidRPr="00844912" w:rsidRDefault="00577AB2" w:rsidP="00577AB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Emmeti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</w:p>
          <w:p w14:paraId="28FD1C01" w14:textId="38ABE01D" w:rsidR="00577AB2" w:rsidRPr="00AB654C" w:rsidRDefault="00577AB2" w:rsidP="00577AB2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L=100 m</w:t>
            </w:r>
          </w:p>
        </w:tc>
        <w:tc>
          <w:tcPr>
            <w:tcW w:w="6101" w:type="dxa"/>
          </w:tcPr>
          <w:p w14:paraId="007845CB" w14:textId="77777777" w:rsidR="00577AB2" w:rsidRPr="00844912" w:rsidRDefault="00577AB2" w:rsidP="00577AB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211A3060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04BE8C20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1D125DEA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64A99144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5836C930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48D112C0" w14:textId="77777777" w:rsidR="00577AB2" w:rsidRPr="00844912" w:rsidRDefault="00577AB2" w:rsidP="00577AB2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17C92133" w14:textId="77777777" w:rsidR="00577AB2" w:rsidRPr="00844912" w:rsidRDefault="00577AB2" w:rsidP="00577AB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A0B6604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42555BAE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5FAAECD7" w14:textId="77777777" w:rsidR="00577AB2" w:rsidRPr="00844912" w:rsidRDefault="00577AB2" w:rsidP="00577AB2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3B4CCAA6" w14:textId="77777777" w:rsidR="00577AB2" w:rsidRPr="00844912" w:rsidRDefault="00577AB2" w:rsidP="00577AB2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 xml:space="preserve">Pressione di progetto </w:t>
            </w:r>
            <w:proofErr w:type="spellStart"/>
            <w:r w:rsidRPr="00844912">
              <w:rPr>
                <w:rFonts w:ascii="Poppins" w:hAnsi="Poppins" w:cs="Poppins"/>
                <w:sz w:val="20"/>
              </w:rPr>
              <w:t>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proofErr w:type="spellEnd"/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0C071448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06A1B6B2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04EA8869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347FCB09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259CD62A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0CD0BE16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3F1907A4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3E46FA84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100 metri</w:t>
            </w:r>
          </w:p>
          <w:p w14:paraId="44056EEC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1F7D2CD4" w14:textId="77777777" w:rsidR="00577AB2" w:rsidRPr="00844912" w:rsidRDefault="00577AB2" w:rsidP="00577A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D1C51E8" w14:textId="202D735F" w:rsidR="00577AB2" w:rsidRPr="00AB654C" w:rsidRDefault="00577AB2" w:rsidP="00577AB2">
            <w:pPr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Tubazione </w:t>
            </w:r>
            <w:proofErr w:type="spellStart"/>
            <w:r w:rsidRPr="00844912">
              <w:rPr>
                <w:rFonts w:ascii="Poppins" w:hAnsi="Poppins" w:cs="Poppins"/>
                <w:b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/>
                <w:sz w:val="20"/>
              </w:rPr>
              <w:t xml:space="preserve"> 16x2, lunghezza rotolo 100 m o equivalente.</w:t>
            </w:r>
          </w:p>
        </w:tc>
      </w:tr>
      <w:tr w:rsidR="00577AB2" w:rsidRPr="004C6F17" w14:paraId="25E07801" w14:textId="77777777" w:rsidTr="00FD02BC">
        <w:tc>
          <w:tcPr>
            <w:tcW w:w="1311" w:type="dxa"/>
          </w:tcPr>
          <w:p w14:paraId="3A5CA9AA" w14:textId="1267D572" w:rsidR="00577AB2" w:rsidRPr="00AB654C" w:rsidRDefault="00577AB2" w:rsidP="00577AB2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28107000</w:t>
            </w:r>
          </w:p>
        </w:tc>
        <w:tc>
          <w:tcPr>
            <w:tcW w:w="2086" w:type="dxa"/>
          </w:tcPr>
          <w:p w14:paraId="6AA27D07" w14:textId="77777777" w:rsidR="00577AB2" w:rsidRPr="00844912" w:rsidRDefault="00577AB2" w:rsidP="00577AB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Emmeti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</w:p>
          <w:p w14:paraId="7AA85A19" w14:textId="76A36A0E" w:rsidR="00577AB2" w:rsidRPr="00AB654C" w:rsidRDefault="00577AB2" w:rsidP="00577AB2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L=200 m</w:t>
            </w:r>
          </w:p>
        </w:tc>
        <w:tc>
          <w:tcPr>
            <w:tcW w:w="6101" w:type="dxa"/>
          </w:tcPr>
          <w:p w14:paraId="0BB27C0C" w14:textId="77777777" w:rsidR="00577AB2" w:rsidRPr="00844912" w:rsidRDefault="00577AB2" w:rsidP="00577AB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594DA084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1213BEB9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1A887FB9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01989EBF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570EC440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6C8BB44C" w14:textId="77777777" w:rsidR="00577AB2" w:rsidRPr="00844912" w:rsidRDefault="00577AB2" w:rsidP="00577AB2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4690C63D" w14:textId="77777777" w:rsidR="00577AB2" w:rsidRPr="00844912" w:rsidRDefault="00577AB2" w:rsidP="00577AB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B11EB1A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39750F39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5AD5E22F" w14:textId="77777777" w:rsidR="00577AB2" w:rsidRPr="00844912" w:rsidRDefault="00577AB2" w:rsidP="00577AB2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5A53152A" w14:textId="77777777" w:rsidR="00577AB2" w:rsidRPr="00844912" w:rsidRDefault="00577AB2" w:rsidP="00577AB2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 xml:space="preserve">Pressione di progetto </w:t>
            </w:r>
            <w:proofErr w:type="spellStart"/>
            <w:r w:rsidRPr="00844912">
              <w:rPr>
                <w:rFonts w:ascii="Poppins" w:hAnsi="Poppins" w:cs="Poppins"/>
                <w:sz w:val="20"/>
              </w:rPr>
              <w:t>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proofErr w:type="spellEnd"/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405FE245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39784E21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575A1264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35806E54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1B156ADA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1FB0FAF9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6398EAC3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7C731F8A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200 metri</w:t>
            </w:r>
          </w:p>
          <w:p w14:paraId="678DF621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4C2839B6" w14:textId="77777777" w:rsidR="00577AB2" w:rsidRPr="00844912" w:rsidRDefault="00577AB2" w:rsidP="00577A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C878404" w14:textId="3E3AE045" w:rsidR="00577AB2" w:rsidRPr="00AB654C" w:rsidRDefault="00577AB2" w:rsidP="00577AB2">
            <w:pPr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Tubazione </w:t>
            </w:r>
            <w:proofErr w:type="spellStart"/>
            <w:r w:rsidRPr="00844912">
              <w:rPr>
                <w:rFonts w:ascii="Poppins" w:hAnsi="Poppins" w:cs="Poppins"/>
                <w:b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/>
                <w:sz w:val="20"/>
              </w:rPr>
              <w:t xml:space="preserve"> 16x2, lunghezza rotolo 200 m o equivalente.</w:t>
            </w:r>
          </w:p>
        </w:tc>
      </w:tr>
      <w:tr w:rsidR="00577AB2" w:rsidRPr="004C6F17" w14:paraId="46B3FAEB" w14:textId="77777777" w:rsidTr="00FD02BC">
        <w:tc>
          <w:tcPr>
            <w:tcW w:w="1311" w:type="dxa"/>
          </w:tcPr>
          <w:p w14:paraId="2F687D3B" w14:textId="589217BA" w:rsidR="00577AB2" w:rsidRPr="00AB654C" w:rsidRDefault="00577AB2" w:rsidP="00577AB2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28107004</w:t>
            </w:r>
          </w:p>
        </w:tc>
        <w:tc>
          <w:tcPr>
            <w:tcW w:w="2086" w:type="dxa"/>
          </w:tcPr>
          <w:p w14:paraId="1409C670" w14:textId="77777777" w:rsidR="00577AB2" w:rsidRPr="00844912" w:rsidRDefault="00577AB2" w:rsidP="00577AB2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Emmeti </w:t>
            </w:r>
            <w:proofErr w:type="spellStart"/>
            <w:r w:rsidRPr="00844912">
              <w:rPr>
                <w:rFonts w:ascii="Poppins" w:hAnsi="Poppins" w:cs="Poppins"/>
                <w:bCs/>
                <w:sz w:val="20"/>
              </w:rPr>
              <w:t>Alpert</w:t>
            </w:r>
            <w:proofErr w:type="spellEnd"/>
          </w:p>
          <w:p w14:paraId="47198910" w14:textId="560E7ED8" w:rsidR="00577AB2" w:rsidRPr="00AB654C" w:rsidRDefault="00577AB2" w:rsidP="00577AB2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L=500 m</w:t>
            </w:r>
          </w:p>
        </w:tc>
        <w:tc>
          <w:tcPr>
            <w:tcW w:w="6101" w:type="dxa"/>
          </w:tcPr>
          <w:p w14:paraId="76C713AC" w14:textId="77777777" w:rsidR="00577AB2" w:rsidRPr="00844912" w:rsidRDefault="00577AB2" w:rsidP="00577AB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4E4A9662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1E7812D5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7F773810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1BAEB0FB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17C847B5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797398E8" w14:textId="77777777" w:rsidR="00577AB2" w:rsidRPr="00844912" w:rsidRDefault="00577AB2" w:rsidP="00577AB2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62BDF849" w14:textId="77777777" w:rsidR="00577AB2" w:rsidRPr="00844912" w:rsidRDefault="00577AB2" w:rsidP="00577AB2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CEAFA0A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4D870C3A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50ECE88F" w14:textId="77777777" w:rsidR="00577AB2" w:rsidRPr="00844912" w:rsidRDefault="00577AB2" w:rsidP="00577AB2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2BA28779" w14:textId="77777777" w:rsidR="00577AB2" w:rsidRPr="00844912" w:rsidRDefault="00577AB2" w:rsidP="00577AB2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 xml:space="preserve">Pressione di progetto </w:t>
            </w:r>
            <w:proofErr w:type="spellStart"/>
            <w:r w:rsidRPr="00844912">
              <w:rPr>
                <w:rFonts w:ascii="Poppins" w:hAnsi="Poppins" w:cs="Poppins"/>
                <w:sz w:val="20"/>
              </w:rPr>
              <w:t>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proofErr w:type="spellEnd"/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1533F86A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05CDAA9E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3E17140A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166896A8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45686866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5179E1D4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4BD95483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6B8BFEE7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500 metri</w:t>
            </w:r>
          </w:p>
          <w:p w14:paraId="74BED189" w14:textId="77777777" w:rsidR="00577AB2" w:rsidRPr="00844912" w:rsidRDefault="00577AB2" w:rsidP="00577AB2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57796B15" w14:textId="77777777" w:rsidR="00577AB2" w:rsidRPr="00844912" w:rsidRDefault="00577AB2" w:rsidP="00577AB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2AF35E8" w14:textId="680DD746" w:rsidR="00577AB2" w:rsidRPr="00AB654C" w:rsidRDefault="00577AB2" w:rsidP="00577AB2">
            <w:pPr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Tubazione </w:t>
            </w:r>
            <w:proofErr w:type="spellStart"/>
            <w:r w:rsidRPr="00844912">
              <w:rPr>
                <w:rFonts w:ascii="Poppins" w:hAnsi="Poppins" w:cs="Poppins"/>
                <w:b/>
                <w:sz w:val="20"/>
              </w:rPr>
              <w:t>Alpert</w:t>
            </w:r>
            <w:proofErr w:type="spellEnd"/>
            <w:r w:rsidRPr="00844912">
              <w:rPr>
                <w:rFonts w:ascii="Poppins" w:hAnsi="Poppins" w:cs="Poppins"/>
                <w:b/>
                <w:sz w:val="20"/>
              </w:rPr>
              <w:t xml:space="preserve"> 16x2, lunghezza rotolo 500 m o equivalente.</w:t>
            </w:r>
          </w:p>
        </w:tc>
      </w:tr>
      <w:tr w:rsidR="00E81AE1" w:rsidRPr="00F4606B" w14:paraId="21222E48" w14:textId="77777777" w:rsidTr="00FD02BC">
        <w:tc>
          <w:tcPr>
            <w:tcW w:w="1311" w:type="dxa"/>
          </w:tcPr>
          <w:p w14:paraId="01ADEA1C" w14:textId="36980484" w:rsidR="00E81AE1" w:rsidRPr="00AB654C" w:rsidRDefault="00E81AE1" w:rsidP="00E81AE1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lastRenderedPageBreak/>
              <w:t>281418</w:t>
            </w:r>
            <w:r>
              <w:rPr>
                <w:rFonts w:ascii="Poppins" w:hAnsi="Poppins" w:cs="Poppins"/>
                <w:sz w:val="20"/>
              </w:rPr>
              <w:t>54</w:t>
            </w:r>
          </w:p>
        </w:tc>
        <w:tc>
          <w:tcPr>
            <w:tcW w:w="2086" w:type="dxa"/>
          </w:tcPr>
          <w:p w14:paraId="61AB24E2" w14:textId="77777777" w:rsidR="00E81AE1" w:rsidRPr="00AB2EC2" w:rsidRDefault="00E81AE1" w:rsidP="00E81AE1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</w:t>
            </w:r>
            <w:proofErr w:type="spellStart"/>
            <w:r w:rsidRPr="00AB2EC2">
              <w:rPr>
                <w:rFonts w:ascii="Poppins" w:hAnsi="Poppins" w:cs="Poppins"/>
                <w:sz w:val="20"/>
              </w:rPr>
              <w:t>Xc</w:t>
            </w:r>
            <w:proofErr w:type="spellEnd"/>
            <w:r w:rsidRPr="00AB2EC2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 xml:space="preserve">PENTA </w:t>
            </w:r>
            <w:r w:rsidRPr="00AB2EC2">
              <w:rPr>
                <w:rFonts w:ascii="Poppins" w:hAnsi="Poppins" w:cs="Poppins"/>
                <w:sz w:val="20"/>
              </w:rPr>
              <w:t>barriera ossigeno 5 strati</w:t>
            </w:r>
          </w:p>
          <w:p w14:paraId="3CB2DE37" w14:textId="7DB2D9BA" w:rsidR="00E81AE1" w:rsidRPr="00AB654C" w:rsidRDefault="00E81AE1" w:rsidP="00E81AE1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AB2EC2">
              <w:rPr>
                <w:rFonts w:ascii="Poppins" w:hAnsi="Poppins" w:cs="Poppins"/>
                <w:sz w:val="20"/>
              </w:rPr>
              <w:t>x2 L=240 m</w:t>
            </w:r>
          </w:p>
        </w:tc>
        <w:tc>
          <w:tcPr>
            <w:tcW w:w="6101" w:type="dxa"/>
          </w:tcPr>
          <w:p w14:paraId="29EA8245" w14:textId="77777777" w:rsidR="00E81AE1" w:rsidRPr="00C01A2B" w:rsidRDefault="00E81AE1" w:rsidP="00E81AE1">
            <w:pPr>
              <w:jc w:val="both"/>
              <w:rPr>
                <w:rFonts w:ascii="Poppins" w:hAnsi="Poppins" w:cs="Poppins"/>
                <w:sz w:val="20"/>
              </w:rPr>
            </w:pPr>
            <w:r w:rsidRPr="00C01A2B">
              <w:rPr>
                <w:rFonts w:ascii="Poppins" w:hAnsi="Poppins" w:cs="Poppins"/>
                <w:sz w:val="20"/>
              </w:rPr>
              <w:t>Tubo a 5 strati 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C01A2B">
              <w:rPr>
                <w:rFonts w:ascii="Poppins" w:hAnsi="Poppins" w:cs="Poppins"/>
                <w:sz w:val="20"/>
              </w:rPr>
              <w:t>x2 mm in polietilene alta densità,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sistema elettronico, conforme alla norma UNI EN ISO 21003-2, dotato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barriera ossigeno in conformità alla norma DIN 4726 e certificato SKZ HR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3.2.</w:t>
            </w:r>
          </w:p>
          <w:p w14:paraId="24944DC3" w14:textId="77777777" w:rsidR="00E81AE1" w:rsidRPr="00C01A2B" w:rsidRDefault="00E81AE1" w:rsidP="00E81AE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877EA42" w14:textId="77777777" w:rsidR="00E81AE1" w:rsidRPr="00C01A2B" w:rsidRDefault="00E81AE1" w:rsidP="00E81AE1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1A2B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5B62DD90" w14:textId="77777777" w:rsidR="00E81AE1" w:rsidRPr="00C01A2B" w:rsidRDefault="00E81AE1" w:rsidP="00E81AE1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Misura: 1</w:t>
            </w:r>
            <w:r>
              <w:rPr>
                <w:rFonts w:ascii="Poppins" w:hAnsi="Poppins" w:cs="Poppins"/>
              </w:rPr>
              <w:t>7</w:t>
            </w:r>
            <w:r w:rsidRPr="00C01A2B">
              <w:rPr>
                <w:rFonts w:ascii="Poppins" w:hAnsi="Poppins" w:cs="Poppins"/>
              </w:rPr>
              <w:t>x2 mm</w:t>
            </w:r>
          </w:p>
          <w:p w14:paraId="7ADAB341" w14:textId="77777777" w:rsidR="00E81AE1" w:rsidRPr="00C01A2B" w:rsidRDefault="00E81AE1" w:rsidP="00E81AE1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Classi applicative / Pressione di esercizio (bar): Cl. 4/</w:t>
            </w:r>
            <w:r>
              <w:rPr>
                <w:rFonts w:ascii="Poppins" w:hAnsi="Poppins" w:cs="Poppins"/>
              </w:rPr>
              <w:t>8</w:t>
            </w:r>
            <w:r w:rsidRPr="00C01A2B">
              <w:rPr>
                <w:rFonts w:ascii="Poppins" w:hAnsi="Poppins" w:cs="Poppins"/>
              </w:rPr>
              <w:t xml:space="preserve"> bar – 5/</w:t>
            </w:r>
            <w:r>
              <w:rPr>
                <w:rFonts w:ascii="Poppins" w:hAnsi="Poppins" w:cs="Poppins"/>
              </w:rPr>
              <w:t xml:space="preserve">8 </w:t>
            </w:r>
            <w:r w:rsidRPr="00C01A2B">
              <w:rPr>
                <w:rFonts w:ascii="Poppins" w:hAnsi="Poppins" w:cs="Poppins"/>
              </w:rPr>
              <w:t>bar</w:t>
            </w:r>
          </w:p>
          <w:p w14:paraId="331BAB91" w14:textId="77777777" w:rsidR="00E81AE1" w:rsidRPr="00C01A2B" w:rsidRDefault="00E81AE1" w:rsidP="00E81AE1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Permeabilità all’ossigeno (DIN 4726): &lt; 0,</w:t>
            </w:r>
            <w:r>
              <w:rPr>
                <w:rFonts w:ascii="Poppins" w:hAnsi="Poppins" w:cs="Poppins"/>
              </w:rPr>
              <w:t>32</w:t>
            </w:r>
            <w:r w:rsidRPr="00C01A2B">
              <w:rPr>
                <w:rFonts w:ascii="Poppins" w:hAnsi="Poppins" w:cs="Poppins"/>
              </w:rPr>
              <w:t xml:space="preserve"> mg/(m2d) a 40°C; &lt; </w:t>
            </w:r>
            <w:r>
              <w:rPr>
                <w:rFonts w:ascii="Poppins" w:hAnsi="Poppins" w:cs="Poppins"/>
              </w:rPr>
              <w:t xml:space="preserve">3,60 </w:t>
            </w:r>
            <w:r w:rsidRPr="00C01A2B">
              <w:rPr>
                <w:rFonts w:ascii="Poppins" w:hAnsi="Poppins" w:cs="Poppins"/>
              </w:rPr>
              <w:t>mg/(m2d) a 80°C</w:t>
            </w:r>
          </w:p>
          <w:p w14:paraId="4791A355" w14:textId="77777777" w:rsidR="00E81AE1" w:rsidRPr="00C01A2B" w:rsidRDefault="00E81AE1" w:rsidP="00E81AE1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Densità: 940 kg/m3</w:t>
            </w:r>
          </w:p>
          <w:p w14:paraId="3933BC8F" w14:textId="77777777" w:rsidR="00E81AE1" w:rsidRPr="00C01A2B" w:rsidRDefault="00E81AE1" w:rsidP="00E81AE1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Conducibilità termica: 0.41 W/(</w:t>
            </w:r>
            <w:proofErr w:type="spellStart"/>
            <w:r w:rsidRPr="00C01A2B">
              <w:rPr>
                <w:rFonts w:ascii="Poppins" w:hAnsi="Poppins" w:cs="Poppins"/>
              </w:rPr>
              <w:t>mK</w:t>
            </w:r>
            <w:proofErr w:type="spellEnd"/>
            <w:r w:rsidRPr="00C01A2B">
              <w:rPr>
                <w:rFonts w:ascii="Poppins" w:hAnsi="Poppins" w:cs="Poppins"/>
              </w:rPr>
              <w:t>)</w:t>
            </w:r>
          </w:p>
          <w:p w14:paraId="10D59B22" w14:textId="77777777" w:rsidR="00E81AE1" w:rsidRPr="00C01A2B" w:rsidRDefault="00E81AE1" w:rsidP="00E81AE1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Grado di reticolazione: ≥ 60%</w:t>
            </w:r>
          </w:p>
          <w:p w14:paraId="6DAD3161" w14:textId="77777777" w:rsidR="00E81AE1" w:rsidRPr="00C01A2B" w:rsidRDefault="00E81AE1" w:rsidP="00E81AE1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Coefficiente di dilatazione lineare: 0.15 mm/(</w:t>
            </w:r>
            <w:proofErr w:type="spellStart"/>
            <w:r w:rsidRPr="00C01A2B">
              <w:rPr>
                <w:rFonts w:ascii="Poppins" w:hAnsi="Poppins" w:cs="Poppins"/>
              </w:rPr>
              <w:t>m°C</w:t>
            </w:r>
            <w:proofErr w:type="spellEnd"/>
            <w:r w:rsidRPr="00C01A2B">
              <w:rPr>
                <w:rFonts w:ascii="Poppins" w:hAnsi="Poppins" w:cs="Poppins"/>
              </w:rPr>
              <w:t>)</w:t>
            </w:r>
          </w:p>
          <w:p w14:paraId="284C41C3" w14:textId="77777777" w:rsidR="00E81AE1" w:rsidRPr="00C01A2B" w:rsidRDefault="00E81AE1" w:rsidP="00E81AE1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Raggio minimo di curvatura: 5 x diametro esterno</w:t>
            </w:r>
          </w:p>
          <w:p w14:paraId="1083A27F" w14:textId="77777777" w:rsidR="00E81AE1" w:rsidRPr="00C01A2B" w:rsidRDefault="00E81AE1" w:rsidP="00E81AE1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Rugosità superficiale media: 7 µ</w:t>
            </w:r>
          </w:p>
          <w:p w14:paraId="24FD8EA5" w14:textId="77777777" w:rsidR="00E81AE1" w:rsidRPr="00C01A2B" w:rsidRDefault="00E81AE1" w:rsidP="00E81AE1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Contenuto d’acqua: 0.05 l/m</w:t>
            </w:r>
          </w:p>
          <w:p w14:paraId="2E5625BC" w14:textId="77777777" w:rsidR="00E81AE1" w:rsidRPr="00C01A2B" w:rsidRDefault="00E81AE1" w:rsidP="00E81AE1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39F27650" w14:textId="77777777" w:rsidR="00E81AE1" w:rsidRPr="00AB2EC2" w:rsidRDefault="00E81AE1" w:rsidP="00E81AE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A559AD8" w14:textId="25B1ACD0" w:rsidR="00E81AE1" w:rsidRPr="00AB654C" w:rsidRDefault="00E81AE1" w:rsidP="00E81AE1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</w:t>
            </w:r>
            <w:proofErr w:type="spellStart"/>
            <w:r w:rsidRPr="00AB2EC2">
              <w:rPr>
                <w:rFonts w:ascii="Poppins" w:hAnsi="Poppins" w:cs="Poppins"/>
                <w:b/>
                <w:sz w:val="20"/>
              </w:rPr>
              <w:t>Xc</w:t>
            </w:r>
            <w:proofErr w:type="spellEnd"/>
            <w:r>
              <w:rPr>
                <w:rFonts w:ascii="Poppins" w:hAnsi="Poppins" w:cs="Poppins"/>
                <w:b/>
                <w:sz w:val="20"/>
              </w:rPr>
              <w:t xml:space="preserve"> PENTA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 5 strati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AB2EC2">
              <w:rPr>
                <w:rFonts w:ascii="Poppins" w:hAnsi="Poppins" w:cs="Poppins"/>
                <w:b/>
                <w:sz w:val="20"/>
              </w:rPr>
              <w:t>x2, lunghezza rotolo 240 m o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AB2EC2">
              <w:rPr>
                <w:rFonts w:ascii="Poppins" w:hAnsi="Poppins" w:cs="Poppins"/>
                <w:b/>
                <w:sz w:val="20"/>
              </w:rPr>
              <w:t>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E81AE1" w:rsidRPr="00F4606B" w14:paraId="7310AD3E" w14:textId="77777777" w:rsidTr="00FD02BC">
        <w:tc>
          <w:tcPr>
            <w:tcW w:w="1311" w:type="dxa"/>
          </w:tcPr>
          <w:p w14:paraId="37564385" w14:textId="168E750E" w:rsidR="00E81AE1" w:rsidRPr="00AB654C" w:rsidRDefault="00E81AE1" w:rsidP="00E81AE1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281418</w:t>
            </w:r>
            <w:r>
              <w:rPr>
                <w:rFonts w:ascii="Poppins" w:hAnsi="Poppins" w:cs="Poppins"/>
                <w:sz w:val="20"/>
              </w:rPr>
              <w:t>56</w:t>
            </w:r>
          </w:p>
        </w:tc>
        <w:tc>
          <w:tcPr>
            <w:tcW w:w="2086" w:type="dxa"/>
          </w:tcPr>
          <w:p w14:paraId="52B7146F" w14:textId="77777777" w:rsidR="00E81AE1" w:rsidRPr="00AB2EC2" w:rsidRDefault="00E81AE1" w:rsidP="00E81AE1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</w:t>
            </w:r>
            <w:proofErr w:type="spellStart"/>
            <w:r w:rsidRPr="00AB2EC2">
              <w:rPr>
                <w:rFonts w:ascii="Poppins" w:hAnsi="Poppins" w:cs="Poppins"/>
                <w:sz w:val="20"/>
              </w:rPr>
              <w:t>Xc</w:t>
            </w:r>
            <w:proofErr w:type="spellEnd"/>
            <w:r w:rsidRPr="00AB2EC2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 xml:space="preserve">PENTA </w:t>
            </w:r>
            <w:r w:rsidRPr="00AB2EC2">
              <w:rPr>
                <w:rFonts w:ascii="Poppins" w:hAnsi="Poppins" w:cs="Poppins"/>
                <w:sz w:val="20"/>
              </w:rPr>
              <w:t>barriera ossigeno 5 strati</w:t>
            </w:r>
          </w:p>
          <w:p w14:paraId="6ECF61E3" w14:textId="5497D90A" w:rsidR="00E81AE1" w:rsidRPr="00AB654C" w:rsidRDefault="00E81AE1" w:rsidP="00E81AE1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AB2EC2">
              <w:rPr>
                <w:rFonts w:ascii="Poppins" w:hAnsi="Poppins" w:cs="Poppins"/>
                <w:sz w:val="20"/>
              </w:rPr>
              <w:t>x2 L=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7E80C38C" w14:textId="77777777" w:rsidR="00E81AE1" w:rsidRPr="00C01A2B" w:rsidRDefault="00E81AE1" w:rsidP="00E81AE1">
            <w:pPr>
              <w:jc w:val="both"/>
              <w:rPr>
                <w:rFonts w:ascii="Poppins" w:hAnsi="Poppins" w:cs="Poppins"/>
                <w:sz w:val="20"/>
              </w:rPr>
            </w:pPr>
            <w:r w:rsidRPr="00C01A2B">
              <w:rPr>
                <w:rFonts w:ascii="Poppins" w:hAnsi="Poppins" w:cs="Poppins"/>
                <w:sz w:val="20"/>
              </w:rPr>
              <w:t>Tubo a 5 strati 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C01A2B">
              <w:rPr>
                <w:rFonts w:ascii="Poppins" w:hAnsi="Poppins" w:cs="Poppins"/>
                <w:sz w:val="20"/>
              </w:rPr>
              <w:t>x2 mm in polietilene alta densità,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sistema elettronico, conforme alla norma UNI EN ISO 21003-2, dotato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barriera ossigeno in conformità alla norma DIN 4726 e certificato SKZ HR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3.2.</w:t>
            </w:r>
          </w:p>
          <w:p w14:paraId="2CDACFBE" w14:textId="77777777" w:rsidR="00E81AE1" w:rsidRPr="00C01A2B" w:rsidRDefault="00E81AE1" w:rsidP="00E81AE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160657E" w14:textId="77777777" w:rsidR="00E81AE1" w:rsidRPr="00C01A2B" w:rsidRDefault="00E81AE1" w:rsidP="00E81AE1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1A2B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4A2278D3" w14:textId="77777777" w:rsidR="00E81AE1" w:rsidRPr="00C01A2B" w:rsidRDefault="00E81AE1" w:rsidP="00E81AE1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Misura: 1</w:t>
            </w:r>
            <w:r>
              <w:rPr>
                <w:rFonts w:ascii="Poppins" w:hAnsi="Poppins" w:cs="Poppins"/>
              </w:rPr>
              <w:t>7</w:t>
            </w:r>
            <w:r w:rsidRPr="00C01A2B">
              <w:rPr>
                <w:rFonts w:ascii="Poppins" w:hAnsi="Poppins" w:cs="Poppins"/>
              </w:rPr>
              <w:t>x2 mm</w:t>
            </w:r>
          </w:p>
          <w:p w14:paraId="27821FA1" w14:textId="77777777" w:rsidR="00E81AE1" w:rsidRPr="00C01A2B" w:rsidRDefault="00E81AE1" w:rsidP="00E81AE1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Classi applicative / Pressione di esercizio (bar): Cl. 4/</w:t>
            </w:r>
            <w:r>
              <w:rPr>
                <w:rFonts w:ascii="Poppins" w:hAnsi="Poppins" w:cs="Poppins"/>
              </w:rPr>
              <w:t>8</w:t>
            </w:r>
            <w:r w:rsidRPr="00C01A2B">
              <w:rPr>
                <w:rFonts w:ascii="Poppins" w:hAnsi="Poppins" w:cs="Poppins"/>
              </w:rPr>
              <w:t xml:space="preserve"> bar – 5/</w:t>
            </w:r>
            <w:r>
              <w:rPr>
                <w:rFonts w:ascii="Poppins" w:hAnsi="Poppins" w:cs="Poppins"/>
              </w:rPr>
              <w:t xml:space="preserve">8 </w:t>
            </w:r>
            <w:r w:rsidRPr="00C01A2B">
              <w:rPr>
                <w:rFonts w:ascii="Poppins" w:hAnsi="Poppins" w:cs="Poppins"/>
              </w:rPr>
              <w:t>bar</w:t>
            </w:r>
          </w:p>
          <w:p w14:paraId="46042952" w14:textId="77777777" w:rsidR="00E81AE1" w:rsidRPr="00C01A2B" w:rsidRDefault="00E81AE1" w:rsidP="00E81AE1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Permeabilità all’ossigeno (DIN 4726): &lt; 0,</w:t>
            </w:r>
            <w:r>
              <w:rPr>
                <w:rFonts w:ascii="Poppins" w:hAnsi="Poppins" w:cs="Poppins"/>
              </w:rPr>
              <w:t>32</w:t>
            </w:r>
            <w:r w:rsidRPr="00C01A2B">
              <w:rPr>
                <w:rFonts w:ascii="Poppins" w:hAnsi="Poppins" w:cs="Poppins"/>
              </w:rPr>
              <w:t xml:space="preserve"> mg/(m2d) a 40°C; &lt; </w:t>
            </w:r>
            <w:r>
              <w:rPr>
                <w:rFonts w:ascii="Poppins" w:hAnsi="Poppins" w:cs="Poppins"/>
              </w:rPr>
              <w:t xml:space="preserve">3,60 </w:t>
            </w:r>
            <w:r w:rsidRPr="00C01A2B">
              <w:rPr>
                <w:rFonts w:ascii="Poppins" w:hAnsi="Poppins" w:cs="Poppins"/>
              </w:rPr>
              <w:t>mg/(m2d) a 80°C</w:t>
            </w:r>
          </w:p>
          <w:p w14:paraId="28B213B8" w14:textId="77777777" w:rsidR="00E81AE1" w:rsidRPr="00C01A2B" w:rsidRDefault="00E81AE1" w:rsidP="00E81AE1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Densità: 940 kg/m3</w:t>
            </w:r>
          </w:p>
          <w:p w14:paraId="52AB4705" w14:textId="77777777" w:rsidR="00E81AE1" w:rsidRPr="00C01A2B" w:rsidRDefault="00E81AE1" w:rsidP="00E81AE1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Conducibilità termica: 0.41 W/(</w:t>
            </w:r>
            <w:proofErr w:type="spellStart"/>
            <w:r w:rsidRPr="00C01A2B">
              <w:rPr>
                <w:rFonts w:ascii="Poppins" w:hAnsi="Poppins" w:cs="Poppins"/>
              </w:rPr>
              <w:t>mK</w:t>
            </w:r>
            <w:proofErr w:type="spellEnd"/>
            <w:r w:rsidRPr="00C01A2B">
              <w:rPr>
                <w:rFonts w:ascii="Poppins" w:hAnsi="Poppins" w:cs="Poppins"/>
              </w:rPr>
              <w:t>)</w:t>
            </w:r>
          </w:p>
          <w:p w14:paraId="0FD0681B" w14:textId="77777777" w:rsidR="00E81AE1" w:rsidRPr="00C01A2B" w:rsidRDefault="00E81AE1" w:rsidP="00E81AE1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Grado di reticolazione: ≥ 60%</w:t>
            </w:r>
          </w:p>
          <w:p w14:paraId="49368CC1" w14:textId="77777777" w:rsidR="00E81AE1" w:rsidRPr="00C01A2B" w:rsidRDefault="00E81AE1" w:rsidP="00E81AE1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Coefficiente di dilatazione lineare: 0.15 mm/(</w:t>
            </w:r>
            <w:proofErr w:type="spellStart"/>
            <w:r w:rsidRPr="00C01A2B">
              <w:rPr>
                <w:rFonts w:ascii="Poppins" w:hAnsi="Poppins" w:cs="Poppins"/>
              </w:rPr>
              <w:t>m°C</w:t>
            </w:r>
            <w:proofErr w:type="spellEnd"/>
            <w:r w:rsidRPr="00C01A2B">
              <w:rPr>
                <w:rFonts w:ascii="Poppins" w:hAnsi="Poppins" w:cs="Poppins"/>
              </w:rPr>
              <w:t>)</w:t>
            </w:r>
          </w:p>
          <w:p w14:paraId="4CC2A3C0" w14:textId="77777777" w:rsidR="00E81AE1" w:rsidRPr="00C01A2B" w:rsidRDefault="00E81AE1" w:rsidP="00E81AE1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Raggio minimo di curvatura: 5 x diametro esterno</w:t>
            </w:r>
          </w:p>
          <w:p w14:paraId="6210DC35" w14:textId="77777777" w:rsidR="00E81AE1" w:rsidRPr="00C01A2B" w:rsidRDefault="00E81AE1" w:rsidP="00E81AE1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Rugosità superficiale media: 7 µ</w:t>
            </w:r>
          </w:p>
          <w:p w14:paraId="3BDCC6D4" w14:textId="77777777" w:rsidR="00E81AE1" w:rsidRPr="00C01A2B" w:rsidRDefault="00E81AE1" w:rsidP="00E81AE1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lastRenderedPageBreak/>
              <w:t>Contenuto d’acqua: 0.05 l/m</w:t>
            </w:r>
          </w:p>
          <w:p w14:paraId="1FC48A3C" w14:textId="77777777" w:rsidR="00E81AE1" w:rsidRPr="00C01A2B" w:rsidRDefault="00E81AE1" w:rsidP="00E81AE1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51F7E3C2" w14:textId="77777777" w:rsidR="00E81AE1" w:rsidRPr="00AB2EC2" w:rsidRDefault="00E81AE1" w:rsidP="00E81AE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885761B" w14:textId="2DE959A7" w:rsidR="00E81AE1" w:rsidRPr="00AB654C" w:rsidRDefault="00E81AE1" w:rsidP="00E81AE1">
            <w:pPr>
              <w:jc w:val="both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</w:t>
            </w:r>
            <w:proofErr w:type="spellStart"/>
            <w:r w:rsidRPr="00AB2EC2">
              <w:rPr>
                <w:rFonts w:ascii="Poppins" w:hAnsi="Poppins" w:cs="Poppins"/>
                <w:b/>
                <w:sz w:val="20"/>
              </w:rPr>
              <w:t>Xc</w:t>
            </w:r>
            <w:proofErr w:type="spellEnd"/>
            <w:r>
              <w:rPr>
                <w:rFonts w:ascii="Poppins" w:hAnsi="Poppins" w:cs="Poppins"/>
                <w:b/>
                <w:sz w:val="20"/>
              </w:rPr>
              <w:t xml:space="preserve"> PENTA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 5 strati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x2, lunghezza rotolo </w:t>
            </w:r>
            <w:r>
              <w:rPr>
                <w:rFonts w:ascii="Poppins" w:hAnsi="Poppins" w:cs="Poppins"/>
                <w:b/>
                <w:sz w:val="20"/>
              </w:rPr>
              <w:t>60</w:t>
            </w:r>
            <w:r w:rsidRPr="00AB2EC2">
              <w:rPr>
                <w:rFonts w:ascii="Poppins" w:hAnsi="Poppins" w:cs="Poppins"/>
                <w:b/>
                <w:sz w:val="20"/>
              </w:rPr>
              <w:t>0 m o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AB2EC2">
              <w:rPr>
                <w:rFonts w:ascii="Poppins" w:hAnsi="Poppins" w:cs="Poppins"/>
                <w:b/>
                <w:sz w:val="20"/>
              </w:rPr>
              <w:t>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6D5ACC" w:rsidRPr="009230EA" w14:paraId="16C8A6CC" w14:textId="77777777" w:rsidTr="00FD02BC">
        <w:tc>
          <w:tcPr>
            <w:tcW w:w="1311" w:type="dxa"/>
          </w:tcPr>
          <w:p w14:paraId="7FF3B1C3" w14:textId="7BC8CE7C" w:rsidR="006D5ACC" w:rsidRPr="00AB2EC2" w:rsidRDefault="006D5ACC" w:rsidP="006D5ACC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lastRenderedPageBreak/>
              <w:t>2813</w:t>
            </w:r>
            <w:r>
              <w:rPr>
                <w:rFonts w:ascii="Poppins" w:hAnsi="Poppins" w:cs="Poppins"/>
                <w:sz w:val="20"/>
              </w:rPr>
              <w:t>4470</w:t>
            </w:r>
          </w:p>
        </w:tc>
        <w:tc>
          <w:tcPr>
            <w:tcW w:w="2086" w:type="dxa"/>
          </w:tcPr>
          <w:p w14:paraId="45F7C43F" w14:textId="77777777" w:rsidR="006D5ACC" w:rsidRPr="00AB2EC2" w:rsidRDefault="006D5ACC" w:rsidP="006D5ACC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</w:t>
            </w:r>
            <w:proofErr w:type="spellStart"/>
            <w:r w:rsidRPr="00AB2EC2">
              <w:rPr>
                <w:rFonts w:ascii="Poppins" w:hAnsi="Poppins" w:cs="Poppins"/>
                <w:sz w:val="20"/>
              </w:rPr>
              <w:t>Xa</w:t>
            </w:r>
            <w:proofErr w:type="spellEnd"/>
            <w:r w:rsidRPr="00AB2EC2">
              <w:rPr>
                <w:rFonts w:ascii="Poppins" w:hAnsi="Poppins" w:cs="Poppins"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sz w:val="20"/>
              </w:rPr>
              <w:t xml:space="preserve"> 5 strati</w:t>
            </w:r>
          </w:p>
          <w:p w14:paraId="42F77C14" w14:textId="4D306C11" w:rsidR="006D5ACC" w:rsidRPr="00AB2EC2" w:rsidRDefault="006D5ACC" w:rsidP="006D5ACC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17x2 L=240 m</w:t>
            </w:r>
          </w:p>
        </w:tc>
        <w:tc>
          <w:tcPr>
            <w:tcW w:w="6101" w:type="dxa"/>
          </w:tcPr>
          <w:p w14:paraId="2AC06024" w14:textId="77777777" w:rsidR="006D5ACC" w:rsidRPr="00CA6A43" w:rsidRDefault="006D5ACC" w:rsidP="006D5ACC">
            <w:pPr>
              <w:jc w:val="both"/>
              <w:rPr>
                <w:rFonts w:ascii="Poppins" w:hAnsi="Poppins" w:cs="Poppins"/>
                <w:sz w:val="20"/>
              </w:rPr>
            </w:pPr>
            <w:r w:rsidRPr="00CA6A43">
              <w:rPr>
                <w:rFonts w:ascii="Poppins" w:hAnsi="Poppins" w:cs="Poppins"/>
                <w:sz w:val="20"/>
              </w:rPr>
              <w:t>Tubo a 5 strati 17x2 mm in polietilene alta densità, 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perossidi, conforme alla norma UNI EN ISO 15875/2, dotato di barriera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ossigeno in conformità alla norma DIN 4726.</w:t>
            </w:r>
          </w:p>
          <w:p w14:paraId="313502BF" w14:textId="77777777" w:rsidR="006D5ACC" w:rsidRPr="00CA6A43" w:rsidRDefault="006D5ACC" w:rsidP="006D5AC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9B71FAB" w14:textId="77777777" w:rsidR="006D5ACC" w:rsidRPr="00CA6A43" w:rsidRDefault="006D5ACC" w:rsidP="006D5ACC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A6A4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146CB7F" w14:textId="77777777" w:rsidR="006D5ACC" w:rsidRPr="00CA6A43" w:rsidRDefault="006D5ACC" w:rsidP="006D5ACC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Misura: 17x2 mm</w:t>
            </w:r>
          </w:p>
          <w:p w14:paraId="73F9A1F2" w14:textId="77777777" w:rsidR="006D5ACC" w:rsidRPr="00CA6A43" w:rsidRDefault="006D5ACC" w:rsidP="006D5ACC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Classi applicative / Pressione di esercizio (bar): Cl. 4/10 bar – 5/8 bar</w:t>
            </w:r>
          </w:p>
          <w:p w14:paraId="4AC6C6D0" w14:textId="77777777" w:rsidR="006D5ACC" w:rsidRPr="00CA6A43" w:rsidRDefault="006D5ACC" w:rsidP="006D5ACC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 xml:space="preserve">Permeabilità all’ossigeno (DIN 4726): </w:t>
            </w:r>
            <w:r>
              <w:rPr>
                <w:rFonts w:ascii="Poppins" w:hAnsi="Poppins" w:cs="Poppins"/>
              </w:rPr>
              <w:t>&lt; 0,32 mg/(m2d) a 40°C; &lt; 3,60 mg/(m2d) a 80°C</w:t>
            </w:r>
          </w:p>
          <w:p w14:paraId="46C5E3D1" w14:textId="77777777" w:rsidR="006D5ACC" w:rsidRPr="00CA6A43" w:rsidRDefault="006D5ACC" w:rsidP="006D5ACC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Densità: 950 kg/m3</w:t>
            </w:r>
          </w:p>
          <w:p w14:paraId="30C1A2FE" w14:textId="77777777" w:rsidR="006D5ACC" w:rsidRPr="00CA6A43" w:rsidRDefault="006D5ACC" w:rsidP="006D5ACC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Conducibilità termica: 0.41 W/(</w:t>
            </w:r>
            <w:proofErr w:type="spellStart"/>
            <w:r w:rsidRPr="00CA6A43">
              <w:rPr>
                <w:rFonts w:ascii="Poppins" w:hAnsi="Poppins" w:cs="Poppins"/>
              </w:rPr>
              <w:t>mK</w:t>
            </w:r>
            <w:proofErr w:type="spellEnd"/>
            <w:r w:rsidRPr="00CA6A43">
              <w:rPr>
                <w:rFonts w:ascii="Poppins" w:hAnsi="Poppins" w:cs="Poppins"/>
              </w:rPr>
              <w:t>)</w:t>
            </w:r>
          </w:p>
          <w:p w14:paraId="0F96AA7E" w14:textId="77777777" w:rsidR="006D5ACC" w:rsidRPr="00CA6A43" w:rsidRDefault="006D5ACC" w:rsidP="006D5ACC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Grado di reticolazione: ≥ 70%</w:t>
            </w:r>
          </w:p>
          <w:p w14:paraId="22174A70" w14:textId="77777777" w:rsidR="006D5ACC" w:rsidRPr="00CA6A43" w:rsidRDefault="006D5ACC" w:rsidP="006D5ACC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Coefficiente di dilatazione lineare: 0.14 mm/(</w:t>
            </w:r>
            <w:proofErr w:type="spellStart"/>
            <w:r w:rsidRPr="00CA6A43">
              <w:rPr>
                <w:rFonts w:ascii="Poppins" w:hAnsi="Poppins" w:cs="Poppins"/>
              </w:rPr>
              <w:t>m°C</w:t>
            </w:r>
            <w:proofErr w:type="spellEnd"/>
            <w:r w:rsidRPr="00CA6A43">
              <w:rPr>
                <w:rFonts w:ascii="Poppins" w:hAnsi="Poppins" w:cs="Poppins"/>
              </w:rPr>
              <w:t>)</w:t>
            </w:r>
          </w:p>
          <w:p w14:paraId="728F7A09" w14:textId="77777777" w:rsidR="006D5ACC" w:rsidRPr="00CA6A43" w:rsidRDefault="006D5ACC" w:rsidP="006D5ACC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Raggio minimo di curvatura: 5 x diametro esterno</w:t>
            </w:r>
          </w:p>
          <w:p w14:paraId="054992D3" w14:textId="77777777" w:rsidR="006D5ACC" w:rsidRPr="00CA6A43" w:rsidRDefault="006D5ACC" w:rsidP="006D5ACC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Rugosità superficiale media: 7 µ</w:t>
            </w:r>
          </w:p>
          <w:p w14:paraId="72925D53" w14:textId="77777777" w:rsidR="006D5ACC" w:rsidRPr="00CA6A43" w:rsidRDefault="006D5ACC" w:rsidP="006D5ACC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Contenuto d’acqua: 0.133 l/m</w:t>
            </w:r>
          </w:p>
          <w:p w14:paraId="74132D97" w14:textId="77777777" w:rsidR="006D5ACC" w:rsidRPr="00CA6A43" w:rsidRDefault="006D5ACC" w:rsidP="006D5ACC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1EC8DE30" w14:textId="77777777" w:rsidR="006D5ACC" w:rsidRPr="00CA6A43" w:rsidRDefault="006D5ACC" w:rsidP="006D5AC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B5FD705" w14:textId="1B00934F" w:rsidR="006D5ACC" w:rsidRPr="00AB2EC2" w:rsidRDefault="006D5ACC" w:rsidP="006D5ACC">
            <w:pPr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</w:t>
            </w:r>
            <w:proofErr w:type="spellStart"/>
            <w:r w:rsidRPr="00AB2EC2">
              <w:rPr>
                <w:rFonts w:ascii="Poppins" w:hAnsi="Poppins" w:cs="Poppins"/>
                <w:b/>
                <w:sz w:val="20"/>
              </w:rPr>
              <w:t>Xa</w:t>
            </w:r>
            <w:proofErr w:type="spellEnd"/>
            <w:r w:rsidRPr="00AB2EC2">
              <w:rPr>
                <w:rFonts w:ascii="Poppins" w:hAnsi="Poppins" w:cs="Poppins"/>
                <w:b/>
                <w:sz w:val="20"/>
              </w:rPr>
              <w:t xml:space="preserve">  barriera ossigeno</w:t>
            </w:r>
            <w:r>
              <w:rPr>
                <w:rFonts w:ascii="Poppins" w:hAnsi="Poppins" w:cs="Poppins"/>
                <w:b/>
                <w:sz w:val="20"/>
              </w:rPr>
              <w:t xml:space="preserve"> 5 strati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17x2, lunghezza rotolo 240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6D5ACC" w:rsidRPr="009230EA" w14:paraId="67A90BB4" w14:textId="77777777" w:rsidTr="00FD02BC">
        <w:tc>
          <w:tcPr>
            <w:tcW w:w="1311" w:type="dxa"/>
          </w:tcPr>
          <w:p w14:paraId="37F15139" w14:textId="6534B45A" w:rsidR="006D5ACC" w:rsidRPr="00AB2EC2" w:rsidRDefault="006D5ACC" w:rsidP="006D5ACC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4472</w:t>
            </w:r>
          </w:p>
        </w:tc>
        <w:tc>
          <w:tcPr>
            <w:tcW w:w="2086" w:type="dxa"/>
          </w:tcPr>
          <w:p w14:paraId="0C482574" w14:textId="77777777" w:rsidR="006D5ACC" w:rsidRPr="00AB2EC2" w:rsidRDefault="006D5ACC" w:rsidP="006D5ACC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</w:t>
            </w:r>
            <w:proofErr w:type="spellStart"/>
            <w:r w:rsidRPr="00AB2EC2">
              <w:rPr>
                <w:rFonts w:ascii="Poppins" w:hAnsi="Poppins" w:cs="Poppins"/>
                <w:sz w:val="20"/>
              </w:rPr>
              <w:t>Xa</w:t>
            </w:r>
            <w:proofErr w:type="spellEnd"/>
            <w:r w:rsidRPr="00AB2EC2">
              <w:rPr>
                <w:rFonts w:ascii="Poppins" w:hAnsi="Poppins" w:cs="Poppins"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sz w:val="20"/>
              </w:rPr>
              <w:t xml:space="preserve"> 5 strati</w:t>
            </w:r>
          </w:p>
          <w:p w14:paraId="3FC5D717" w14:textId="46D19454" w:rsidR="006D5ACC" w:rsidRPr="00AB2EC2" w:rsidRDefault="006D5ACC" w:rsidP="006D5ACC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17x2 L=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7AF196EB" w14:textId="77777777" w:rsidR="006D5ACC" w:rsidRPr="00CA6A43" w:rsidRDefault="006D5ACC" w:rsidP="006D5ACC">
            <w:pPr>
              <w:jc w:val="both"/>
              <w:rPr>
                <w:rFonts w:ascii="Poppins" w:hAnsi="Poppins" w:cs="Poppins"/>
                <w:sz w:val="20"/>
              </w:rPr>
            </w:pPr>
            <w:r w:rsidRPr="00CA6A43">
              <w:rPr>
                <w:rFonts w:ascii="Poppins" w:hAnsi="Poppins" w:cs="Poppins"/>
                <w:sz w:val="20"/>
              </w:rPr>
              <w:t>Tubo a 5 strati 17x2 mm in polietilene alta densità, 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perossidi, conforme alla norma UNI EN ISO 15875/2, dotato di barriera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ossigeno in conformità alla norma DIN 4726.</w:t>
            </w:r>
          </w:p>
          <w:p w14:paraId="2137A1CB" w14:textId="77777777" w:rsidR="006D5ACC" w:rsidRPr="00CA6A43" w:rsidRDefault="006D5ACC" w:rsidP="006D5AC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E46BC4A" w14:textId="77777777" w:rsidR="006D5ACC" w:rsidRPr="00CA6A43" w:rsidRDefault="006D5ACC" w:rsidP="006D5ACC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A6A4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2AB25107" w14:textId="77777777" w:rsidR="006D5ACC" w:rsidRPr="00CA6A43" w:rsidRDefault="006D5ACC" w:rsidP="006D5ACC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Misura: 17x2 mm</w:t>
            </w:r>
          </w:p>
          <w:p w14:paraId="15DB53FC" w14:textId="77777777" w:rsidR="006D5ACC" w:rsidRPr="00CA6A43" w:rsidRDefault="006D5ACC" w:rsidP="006D5ACC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Classi applicative / Pressione di esercizio (bar): Cl. 4/10 bar – 5/8 bar</w:t>
            </w:r>
          </w:p>
          <w:p w14:paraId="1A31A73E" w14:textId="77777777" w:rsidR="006D5ACC" w:rsidRPr="00CA6A43" w:rsidRDefault="006D5ACC" w:rsidP="006D5ACC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lastRenderedPageBreak/>
              <w:t xml:space="preserve">Permeabilità all’ossigeno (DIN 4726): </w:t>
            </w:r>
            <w:r>
              <w:rPr>
                <w:rFonts w:ascii="Poppins" w:hAnsi="Poppins" w:cs="Poppins"/>
              </w:rPr>
              <w:t>&lt; 0,32 mg/(m2d) a 40°C; &lt; 3,60 mg/(m2d) a 80°C</w:t>
            </w:r>
          </w:p>
          <w:p w14:paraId="7DE9ADF1" w14:textId="77777777" w:rsidR="006D5ACC" w:rsidRPr="00CA6A43" w:rsidRDefault="006D5ACC" w:rsidP="006D5ACC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Densità: 950 kg/m3</w:t>
            </w:r>
          </w:p>
          <w:p w14:paraId="08C2EE24" w14:textId="77777777" w:rsidR="006D5ACC" w:rsidRPr="00CA6A43" w:rsidRDefault="006D5ACC" w:rsidP="006D5ACC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Conducibilità termica: 0.41 W/(</w:t>
            </w:r>
            <w:proofErr w:type="spellStart"/>
            <w:r w:rsidRPr="00CA6A43">
              <w:rPr>
                <w:rFonts w:ascii="Poppins" w:hAnsi="Poppins" w:cs="Poppins"/>
              </w:rPr>
              <w:t>mK</w:t>
            </w:r>
            <w:proofErr w:type="spellEnd"/>
            <w:r w:rsidRPr="00CA6A43">
              <w:rPr>
                <w:rFonts w:ascii="Poppins" w:hAnsi="Poppins" w:cs="Poppins"/>
              </w:rPr>
              <w:t>)</w:t>
            </w:r>
          </w:p>
          <w:p w14:paraId="39368AA9" w14:textId="77777777" w:rsidR="006D5ACC" w:rsidRPr="00CA6A43" w:rsidRDefault="006D5ACC" w:rsidP="006D5ACC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Grado di reticolazione: ≥ 70%</w:t>
            </w:r>
          </w:p>
          <w:p w14:paraId="7C7235FB" w14:textId="77777777" w:rsidR="006D5ACC" w:rsidRPr="00CA6A43" w:rsidRDefault="006D5ACC" w:rsidP="006D5ACC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Coefficiente di dilatazione lineare: 0.14 mm/(</w:t>
            </w:r>
            <w:proofErr w:type="spellStart"/>
            <w:r w:rsidRPr="00CA6A43">
              <w:rPr>
                <w:rFonts w:ascii="Poppins" w:hAnsi="Poppins" w:cs="Poppins"/>
              </w:rPr>
              <w:t>m°C</w:t>
            </w:r>
            <w:proofErr w:type="spellEnd"/>
            <w:r w:rsidRPr="00CA6A43">
              <w:rPr>
                <w:rFonts w:ascii="Poppins" w:hAnsi="Poppins" w:cs="Poppins"/>
              </w:rPr>
              <w:t>)</w:t>
            </w:r>
          </w:p>
          <w:p w14:paraId="448DCE0D" w14:textId="77777777" w:rsidR="006D5ACC" w:rsidRPr="00CA6A43" w:rsidRDefault="006D5ACC" w:rsidP="006D5ACC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Raggio minimo di curvatura: 5 x diametro esterno</w:t>
            </w:r>
          </w:p>
          <w:p w14:paraId="0F26A9E8" w14:textId="77777777" w:rsidR="006D5ACC" w:rsidRPr="00CA6A43" w:rsidRDefault="006D5ACC" w:rsidP="006D5ACC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Rugosità superficiale media: 7 µ</w:t>
            </w:r>
          </w:p>
          <w:p w14:paraId="5950F34F" w14:textId="77777777" w:rsidR="006D5ACC" w:rsidRPr="00CA6A43" w:rsidRDefault="006D5ACC" w:rsidP="006D5ACC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Contenuto d’acqua: 0.133 l/m</w:t>
            </w:r>
          </w:p>
          <w:p w14:paraId="11930939" w14:textId="77777777" w:rsidR="006D5ACC" w:rsidRPr="00CA6A43" w:rsidRDefault="006D5ACC" w:rsidP="006D5ACC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50D59C48" w14:textId="77777777" w:rsidR="006D5ACC" w:rsidRPr="00CA6A43" w:rsidRDefault="006D5ACC" w:rsidP="006D5AC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3D96FF7" w14:textId="2DD9686C" w:rsidR="006D5ACC" w:rsidRPr="00AB2EC2" w:rsidRDefault="006D5ACC" w:rsidP="006D5ACC">
            <w:pPr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</w:t>
            </w:r>
            <w:proofErr w:type="spellStart"/>
            <w:r w:rsidRPr="00AB2EC2">
              <w:rPr>
                <w:rFonts w:ascii="Poppins" w:hAnsi="Poppins" w:cs="Poppins"/>
                <w:b/>
                <w:sz w:val="20"/>
              </w:rPr>
              <w:t>Xa</w:t>
            </w:r>
            <w:proofErr w:type="spellEnd"/>
            <w:r w:rsidRPr="00AB2EC2">
              <w:rPr>
                <w:rFonts w:ascii="Poppins" w:hAnsi="Poppins" w:cs="Poppins"/>
                <w:b/>
                <w:sz w:val="20"/>
              </w:rPr>
              <w:t xml:space="preserve">  barriera ossigeno</w:t>
            </w:r>
            <w:r>
              <w:rPr>
                <w:rFonts w:ascii="Poppins" w:hAnsi="Poppins" w:cs="Poppins"/>
                <w:b/>
                <w:sz w:val="20"/>
              </w:rPr>
              <w:t xml:space="preserve"> 5 strati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17x2, lunghezza rotolo </w:t>
            </w:r>
            <w:r>
              <w:rPr>
                <w:rFonts w:ascii="Poppins" w:hAnsi="Poppins" w:cs="Poppins"/>
                <w:b/>
                <w:sz w:val="20"/>
              </w:rPr>
              <w:t>60</w:t>
            </w:r>
            <w:r w:rsidRPr="00AB2EC2">
              <w:rPr>
                <w:rFonts w:ascii="Poppins" w:hAnsi="Poppins" w:cs="Poppins"/>
                <w:b/>
                <w:sz w:val="20"/>
              </w:rPr>
              <w:t>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023085" w:rsidRPr="009230EA" w14:paraId="2832A9BC" w14:textId="77777777" w:rsidTr="00FD02BC">
        <w:tc>
          <w:tcPr>
            <w:tcW w:w="1311" w:type="dxa"/>
          </w:tcPr>
          <w:p w14:paraId="76626E24" w14:textId="644CF552" w:rsidR="00023085" w:rsidRPr="00AB2EC2" w:rsidRDefault="00023085" w:rsidP="00023085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lastRenderedPageBreak/>
              <w:t>2813</w:t>
            </w:r>
            <w:r>
              <w:rPr>
                <w:rFonts w:ascii="Poppins" w:hAnsi="Poppins" w:cs="Poppins"/>
                <w:sz w:val="20"/>
              </w:rPr>
              <w:t>0836</w:t>
            </w:r>
          </w:p>
        </w:tc>
        <w:tc>
          <w:tcPr>
            <w:tcW w:w="2086" w:type="dxa"/>
          </w:tcPr>
          <w:p w14:paraId="0FF32A8B" w14:textId="77777777" w:rsidR="00023085" w:rsidRPr="00AB2EC2" w:rsidRDefault="00023085" w:rsidP="00023085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</w:t>
            </w:r>
            <w:r>
              <w:rPr>
                <w:rFonts w:ascii="Poppins" w:hAnsi="Poppins" w:cs="Poppins"/>
                <w:sz w:val="20"/>
              </w:rPr>
              <w:t>RT</w:t>
            </w:r>
            <w:r w:rsidRPr="00AB2EC2">
              <w:rPr>
                <w:rFonts w:ascii="Poppins" w:hAnsi="Poppins" w:cs="Poppins"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sz w:val="20"/>
              </w:rPr>
              <w:t xml:space="preserve"> 5 strati</w:t>
            </w:r>
          </w:p>
          <w:p w14:paraId="39285643" w14:textId="7EB3DBF3" w:rsidR="00023085" w:rsidRPr="00AB2EC2" w:rsidRDefault="00023085" w:rsidP="00023085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AB2EC2">
              <w:rPr>
                <w:rFonts w:ascii="Poppins" w:hAnsi="Poppins" w:cs="Poppins"/>
                <w:sz w:val="20"/>
              </w:rPr>
              <w:t>x2 L=</w:t>
            </w:r>
            <w:r>
              <w:rPr>
                <w:rFonts w:ascii="Poppins" w:hAnsi="Poppins" w:cs="Poppins"/>
                <w:sz w:val="20"/>
              </w:rPr>
              <w:t>24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7CE53C49" w14:textId="77777777" w:rsidR="00023085" w:rsidRPr="00CA6A43" w:rsidRDefault="00023085" w:rsidP="00023085">
            <w:pPr>
              <w:jc w:val="both"/>
              <w:rPr>
                <w:rFonts w:ascii="Poppins" w:hAnsi="Poppins" w:cs="Poppins"/>
                <w:sz w:val="20"/>
              </w:rPr>
            </w:pPr>
            <w:r w:rsidRPr="00CA6A43">
              <w:rPr>
                <w:rFonts w:ascii="Poppins" w:hAnsi="Poppins" w:cs="Poppins"/>
                <w:sz w:val="20"/>
              </w:rPr>
              <w:t xml:space="preserve">Tubo </w:t>
            </w:r>
            <w:r>
              <w:rPr>
                <w:rFonts w:ascii="Poppins" w:hAnsi="Poppins" w:cs="Poppins"/>
                <w:sz w:val="20"/>
              </w:rPr>
              <w:t xml:space="preserve">rosso </w:t>
            </w:r>
            <w:r w:rsidRPr="00CA6A43">
              <w:rPr>
                <w:rFonts w:ascii="Poppins" w:hAnsi="Poppins" w:cs="Poppins"/>
                <w:sz w:val="20"/>
              </w:rPr>
              <w:t xml:space="preserve">a 5 strati in PE-RT </w:t>
            </w:r>
            <w:proofErr w:type="spellStart"/>
            <w:r w:rsidRPr="00CA6A43">
              <w:rPr>
                <w:rFonts w:ascii="Poppins" w:hAnsi="Poppins" w:cs="Poppins"/>
                <w:sz w:val="20"/>
              </w:rPr>
              <w:t>Type</w:t>
            </w:r>
            <w:proofErr w:type="spellEnd"/>
            <w:r w:rsidRPr="00CA6A43">
              <w:rPr>
                <w:rFonts w:ascii="Poppins" w:hAnsi="Poppins" w:cs="Poppins"/>
                <w:sz w:val="20"/>
              </w:rPr>
              <w:t xml:space="preserve"> II conforme alla norma UNI EN ISO 22391-2,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dotato di barriera ossigeno in conformità alla norma DIN 4726.</w:t>
            </w:r>
          </w:p>
          <w:p w14:paraId="0146A5DF" w14:textId="77777777" w:rsidR="00023085" w:rsidRPr="00CA6A43" w:rsidRDefault="00023085" w:rsidP="0002308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E561E7A" w14:textId="77777777" w:rsidR="00023085" w:rsidRPr="00CA6A43" w:rsidRDefault="00023085" w:rsidP="00023085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A6A4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18DBE639" w14:textId="77777777" w:rsidR="00023085" w:rsidRPr="00CA6A43" w:rsidRDefault="00023085" w:rsidP="00023085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Misura: 1</w:t>
            </w:r>
            <w:r>
              <w:rPr>
                <w:rFonts w:ascii="Poppins" w:hAnsi="Poppins" w:cs="Poppins"/>
              </w:rPr>
              <w:t>7</w:t>
            </w:r>
            <w:r w:rsidRPr="00CA6A43">
              <w:rPr>
                <w:rFonts w:ascii="Poppins" w:hAnsi="Poppins" w:cs="Poppins"/>
              </w:rPr>
              <w:t>x2 mm</w:t>
            </w:r>
          </w:p>
          <w:p w14:paraId="471BC4A7" w14:textId="77777777" w:rsidR="00023085" w:rsidRPr="00CA6A43" w:rsidRDefault="00023085" w:rsidP="00023085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Classi applicative / Pressione di esercizio (bar): Cl. 4/8 bar – 5/6 bar</w:t>
            </w:r>
          </w:p>
          <w:p w14:paraId="0F5415BF" w14:textId="77777777" w:rsidR="00023085" w:rsidRPr="00CA6A43" w:rsidRDefault="00023085" w:rsidP="00023085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 xml:space="preserve">Permeabilità all’ossigeno (DIN 4726): </w:t>
            </w:r>
            <w:r>
              <w:rPr>
                <w:rFonts w:ascii="Poppins" w:hAnsi="Poppins" w:cs="Poppins"/>
              </w:rPr>
              <w:t>&lt; 0,32 mg/(m2d) a 40°C; &lt; 3,60 mg/(m2d) a 80°C</w:t>
            </w:r>
          </w:p>
          <w:p w14:paraId="27D2FEBB" w14:textId="77777777" w:rsidR="00023085" w:rsidRPr="00CA6A43" w:rsidRDefault="00023085" w:rsidP="00023085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Densità: 941 kg/m3</w:t>
            </w:r>
          </w:p>
          <w:p w14:paraId="64830434" w14:textId="77777777" w:rsidR="00023085" w:rsidRPr="00CA6A43" w:rsidRDefault="00023085" w:rsidP="00023085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Conducibilità termica: 0.4 W/(</w:t>
            </w:r>
            <w:proofErr w:type="spellStart"/>
            <w:r w:rsidRPr="00CA6A43">
              <w:rPr>
                <w:rFonts w:ascii="Poppins" w:hAnsi="Poppins" w:cs="Poppins"/>
              </w:rPr>
              <w:t>mK</w:t>
            </w:r>
            <w:proofErr w:type="spellEnd"/>
            <w:r w:rsidRPr="00CA6A43">
              <w:rPr>
                <w:rFonts w:ascii="Poppins" w:hAnsi="Poppins" w:cs="Poppins"/>
              </w:rPr>
              <w:t>)</w:t>
            </w:r>
          </w:p>
          <w:p w14:paraId="1145288B" w14:textId="77777777" w:rsidR="00023085" w:rsidRPr="00CA6A43" w:rsidRDefault="00023085" w:rsidP="00023085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Coefficiente di dilatazione lineare: 0.18 mm/(</w:t>
            </w:r>
            <w:proofErr w:type="spellStart"/>
            <w:r w:rsidRPr="00CA6A43">
              <w:rPr>
                <w:rFonts w:ascii="Poppins" w:hAnsi="Poppins" w:cs="Poppins"/>
              </w:rPr>
              <w:t>m°C</w:t>
            </w:r>
            <w:proofErr w:type="spellEnd"/>
            <w:r w:rsidRPr="00CA6A43">
              <w:rPr>
                <w:rFonts w:ascii="Poppins" w:hAnsi="Poppins" w:cs="Poppins"/>
              </w:rPr>
              <w:t>)</w:t>
            </w:r>
          </w:p>
          <w:p w14:paraId="25311452" w14:textId="77777777" w:rsidR="00023085" w:rsidRPr="00CA6A43" w:rsidRDefault="00023085" w:rsidP="00023085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Raggio minimo di curvatura: 5 x diametro esterno</w:t>
            </w:r>
          </w:p>
          <w:p w14:paraId="66E54DA0" w14:textId="77777777" w:rsidR="00023085" w:rsidRPr="00CA6A43" w:rsidRDefault="00023085" w:rsidP="00023085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Rugosità superficiale media: 7 µ</w:t>
            </w:r>
          </w:p>
          <w:p w14:paraId="05DFEA0A" w14:textId="77777777" w:rsidR="00023085" w:rsidRPr="00CA6A43" w:rsidRDefault="00023085" w:rsidP="00023085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Contenuto d’acqua: 0.11 l/m</w:t>
            </w:r>
          </w:p>
          <w:p w14:paraId="7A223F38" w14:textId="77777777" w:rsidR="00023085" w:rsidRPr="00CA6A43" w:rsidRDefault="00023085" w:rsidP="00023085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0EE05363" w14:textId="77777777" w:rsidR="00023085" w:rsidRPr="00CA6A43" w:rsidRDefault="00023085" w:rsidP="0002308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B82137E" w14:textId="4EEBC32C" w:rsidR="00023085" w:rsidRPr="00AB2EC2" w:rsidRDefault="00023085" w:rsidP="00023085">
            <w:pPr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</w:t>
            </w:r>
            <w:r>
              <w:rPr>
                <w:rFonts w:ascii="Poppins" w:hAnsi="Poppins" w:cs="Poppins"/>
                <w:b/>
                <w:sz w:val="20"/>
              </w:rPr>
              <w:t>RT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b/>
                <w:sz w:val="20"/>
              </w:rPr>
              <w:t xml:space="preserve"> 5 strati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x2, lunghezza rotolo </w:t>
            </w:r>
            <w:r>
              <w:rPr>
                <w:rFonts w:ascii="Poppins" w:hAnsi="Poppins" w:cs="Poppins"/>
                <w:b/>
                <w:sz w:val="20"/>
              </w:rPr>
              <w:t>24</w:t>
            </w:r>
            <w:r w:rsidRPr="00AB2EC2">
              <w:rPr>
                <w:rFonts w:ascii="Poppins" w:hAnsi="Poppins" w:cs="Poppins"/>
                <w:b/>
                <w:sz w:val="20"/>
              </w:rPr>
              <w:t>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023085" w:rsidRPr="009230EA" w14:paraId="7F1BC6C6" w14:textId="77777777" w:rsidTr="00FD02BC">
        <w:tc>
          <w:tcPr>
            <w:tcW w:w="1311" w:type="dxa"/>
          </w:tcPr>
          <w:p w14:paraId="734C47FD" w14:textId="5837EB43" w:rsidR="00023085" w:rsidRPr="00AB2EC2" w:rsidRDefault="00023085" w:rsidP="00023085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0832</w:t>
            </w:r>
          </w:p>
        </w:tc>
        <w:tc>
          <w:tcPr>
            <w:tcW w:w="2086" w:type="dxa"/>
          </w:tcPr>
          <w:p w14:paraId="3A6F2434" w14:textId="77777777" w:rsidR="00023085" w:rsidRPr="00AB2EC2" w:rsidRDefault="00023085" w:rsidP="00023085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</w:t>
            </w:r>
            <w:r>
              <w:rPr>
                <w:rFonts w:ascii="Poppins" w:hAnsi="Poppins" w:cs="Poppins"/>
                <w:sz w:val="20"/>
              </w:rPr>
              <w:t>RT</w:t>
            </w:r>
            <w:r w:rsidRPr="00AB2EC2">
              <w:rPr>
                <w:rFonts w:ascii="Poppins" w:hAnsi="Poppins" w:cs="Poppins"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sz w:val="20"/>
              </w:rPr>
              <w:t xml:space="preserve"> 5 strati</w:t>
            </w:r>
          </w:p>
          <w:p w14:paraId="5072A800" w14:textId="54CCA04D" w:rsidR="00023085" w:rsidRPr="00AB2EC2" w:rsidRDefault="00023085" w:rsidP="00023085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AB2EC2">
              <w:rPr>
                <w:rFonts w:ascii="Poppins" w:hAnsi="Poppins" w:cs="Poppins"/>
                <w:sz w:val="20"/>
              </w:rPr>
              <w:t>x2 L=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1BCDCE58" w14:textId="77777777" w:rsidR="00023085" w:rsidRPr="00CA6A43" w:rsidRDefault="00023085" w:rsidP="00023085">
            <w:pPr>
              <w:jc w:val="both"/>
              <w:rPr>
                <w:rFonts w:ascii="Poppins" w:hAnsi="Poppins" w:cs="Poppins"/>
                <w:sz w:val="20"/>
              </w:rPr>
            </w:pPr>
            <w:r w:rsidRPr="00CA6A43">
              <w:rPr>
                <w:rFonts w:ascii="Poppins" w:hAnsi="Poppins" w:cs="Poppins"/>
                <w:sz w:val="20"/>
              </w:rPr>
              <w:t>Tubo</w:t>
            </w:r>
            <w:r>
              <w:rPr>
                <w:rFonts w:ascii="Poppins" w:hAnsi="Poppins" w:cs="Poppins"/>
                <w:sz w:val="20"/>
              </w:rPr>
              <w:t xml:space="preserve"> rosso</w:t>
            </w:r>
            <w:r w:rsidRPr="00CA6A43">
              <w:rPr>
                <w:rFonts w:ascii="Poppins" w:hAnsi="Poppins" w:cs="Poppins"/>
                <w:sz w:val="20"/>
              </w:rPr>
              <w:t xml:space="preserve"> a 5 strati in PE-RT </w:t>
            </w:r>
            <w:proofErr w:type="spellStart"/>
            <w:r w:rsidRPr="00CA6A43">
              <w:rPr>
                <w:rFonts w:ascii="Poppins" w:hAnsi="Poppins" w:cs="Poppins"/>
                <w:sz w:val="20"/>
              </w:rPr>
              <w:t>Type</w:t>
            </w:r>
            <w:proofErr w:type="spellEnd"/>
            <w:r w:rsidRPr="00CA6A43">
              <w:rPr>
                <w:rFonts w:ascii="Poppins" w:hAnsi="Poppins" w:cs="Poppins"/>
                <w:sz w:val="20"/>
              </w:rPr>
              <w:t xml:space="preserve"> II conforme alla norma UNI EN ISO 22391-2,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dotato di barriera ossigeno in conformità alla norma DIN 4726.</w:t>
            </w:r>
          </w:p>
          <w:p w14:paraId="4171CD27" w14:textId="77777777" w:rsidR="00023085" w:rsidRPr="00CA6A43" w:rsidRDefault="00023085" w:rsidP="0002308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5D81A13" w14:textId="77777777" w:rsidR="00023085" w:rsidRPr="00CA6A43" w:rsidRDefault="00023085" w:rsidP="00023085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A6A43">
              <w:rPr>
                <w:rFonts w:ascii="Poppins" w:hAnsi="Poppins" w:cs="Poppins"/>
                <w:b/>
                <w:bCs/>
                <w:sz w:val="20"/>
              </w:rPr>
              <w:lastRenderedPageBreak/>
              <w:t>Dati tecnici:</w:t>
            </w:r>
          </w:p>
          <w:p w14:paraId="0E6D1AA1" w14:textId="77777777" w:rsidR="00023085" w:rsidRPr="00CA6A43" w:rsidRDefault="00023085" w:rsidP="00023085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Misura: 1</w:t>
            </w:r>
            <w:r>
              <w:rPr>
                <w:rFonts w:ascii="Poppins" w:hAnsi="Poppins" w:cs="Poppins"/>
              </w:rPr>
              <w:t>7</w:t>
            </w:r>
            <w:r w:rsidRPr="00CA6A43">
              <w:rPr>
                <w:rFonts w:ascii="Poppins" w:hAnsi="Poppins" w:cs="Poppins"/>
              </w:rPr>
              <w:t>x2 mm</w:t>
            </w:r>
          </w:p>
          <w:p w14:paraId="0AA35028" w14:textId="77777777" w:rsidR="00023085" w:rsidRPr="00CA6A43" w:rsidRDefault="00023085" w:rsidP="00023085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Classi applicative / Pressione di esercizio (bar): Cl. 4/8 bar – 5/6 bar</w:t>
            </w:r>
          </w:p>
          <w:p w14:paraId="3646D4D1" w14:textId="77777777" w:rsidR="00023085" w:rsidRPr="00CA6A43" w:rsidRDefault="00023085" w:rsidP="00023085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 xml:space="preserve">Permeabilità all’ossigeno (DIN 4726): </w:t>
            </w:r>
            <w:r>
              <w:rPr>
                <w:rFonts w:ascii="Poppins" w:hAnsi="Poppins" w:cs="Poppins"/>
              </w:rPr>
              <w:t>&lt; 0,32 mg/(m2d) a 40°C; &lt; 3,60 mg/(m2d) a 80°C</w:t>
            </w:r>
          </w:p>
          <w:p w14:paraId="565F17F0" w14:textId="77777777" w:rsidR="00023085" w:rsidRPr="00CA6A43" w:rsidRDefault="00023085" w:rsidP="00023085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Densità: 941 kg/m3</w:t>
            </w:r>
          </w:p>
          <w:p w14:paraId="19262D01" w14:textId="77777777" w:rsidR="00023085" w:rsidRPr="00CA6A43" w:rsidRDefault="00023085" w:rsidP="00023085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Conducibilità termica: 0.4 W/(</w:t>
            </w:r>
            <w:proofErr w:type="spellStart"/>
            <w:r w:rsidRPr="00CA6A43">
              <w:rPr>
                <w:rFonts w:ascii="Poppins" w:hAnsi="Poppins" w:cs="Poppins"/>
              </w:rPr>
              <w:t>mK</w:t>
            </w:r>
            <w:proofErr w:type="spellEnd"/>
            <w:r w:rsidRPr="00CA6A43">
              <w:rPr>
                <w:rFonts w:ascii="Poppins" w:hAnsi="Poppins" w:cs="Poppins"/>
              </w:rPr>
              <w:t>)</w:t>
            </w:r>
          </w:p>
          <w:p w14:paraId="68993888" w14:textId="77777777" w:rsidR="00023085" w:rsidRPr="00CA6A43" w:rsidRDefault="00023085" w:rsidP="00023085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Coefficiente di dilatazione lineare: 0.18 mm/(</w:t>
            </w:r>
            <w:proofErr w:type="spellStart"/>
            <w:r w:rsidRPr="00CA6A43">
              <w:rPr>
                <w:rFonts w:ascii="Poppins" w:hAnsi="Poppins" w:cs="Poppins"/>
              </w:rPr>
              <w:t>m°C</w:t>
            </w:r>
            <w:proofErr w:type="spellEnd"/>
            <w:r w:rsidRPr="00CA6A43">
              <w:rPr>
                <w:rFonts w:ascii="Poppins" w:hAnsi="Poppins" w:cs="Poppins"/>
              </w:rPr>
              <w:t>)</w:t>
            </w:r>
          </w:p>
          <w:p w14:paraId="591AA9F3" w14:textId="77777777" w:rsidR="00023085" w:rsidRPr="00CA6A43" w:rsidRDefault="00023085" w:rsidP="00023085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Raggio minimo di curvatura: 5 x diametro esterno</w:t>
            </w:r>
          </w:p>
          <w:p w14:paraId="6EF6A25F" w14:textId="77777777" w:rsidR="00023085" w:rsidRPr="00CA6A43" w:rsidRDefault="00023085" w:rsidP="00023085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Rugosità superficiale media: 7 µ</w:t>
            </w:r>
          </w:p>
          <w:p w14:paraId="06C00137" w14:textId="77777777" w:rsidR="00023085" w:rsidRPr="00CA6A43" w:rsidRDefault="00023085" w:rsidP="00023085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Contenuto d’acqua: 0.11 l/m</w:t>
            </w:r>
          </w:p>
          <w:p w14:paraId="0EFB4146" w14:textId="77777777" w:rsidR="00023085" w:rsidRPr="00CA6A43" w:rsidRDefault="00023085" w:rsidP="00023085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5803C6F0" w14:textId="77777777" w:rsidR="00023085" w:rsidRPr="00CA6A43" w:rsidRDefault="00023085" w:rsidP="00023085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9A3E1D6" w14:textId="23F3BAFC" w:rsidR="00023085" w:rsidRPr="00AB2EC2" w:rsidRDefault="00023085" w:rsidP="00023085">
            <w:pPr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</w:t>
            </w:r>
            <w:r>
              <w:rPr>
                <w:rFonts w:ascii="Poppins" w:hAnsi="Poppins" w:cs="Poppins"/>
                <w:b/>
                <w:sz w:val="20"/>
              </w:rPr>
              <w:t>RT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b/>
                <w:sz w:val="20"/>
              </w:rPr>
              <w:t xml:space="preserve"> 5 strati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x2, lunghezza rotolo </w:t>
            </w:r>
            <w:r>
              <w:rPr>
                <w:rFonts w:ascii="Poppins" w:hAnsi="Poppins" w:cs="Poppins"/>
                <w:b/>
                <w:sz w:val="20"/>
              </w:rPr>
              <w:t>60</w:t>
            </w:r>
            <w:r w:rsidRPr="00AB2EC2">
              <w:rPr>
                <w:rFonts w:ascii="Poppins" w:hAnsi="Poppins" w:cs="Poppins"/>
                <w:b/>
                <w:sz w:val="20"/>
              </w:rPr>
              <w:t>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73FC4" w:rsidRPr="00170AD8" w14:paraId="5570ADB0" w14:textId="77777777" w:rsidTr="00FD02BC">
        <w:tc>
          <w:tcPr>
            <w:tcW w:w="1311" w:type="dxa"/>
          </w:tcPr>
          <w:p w14:paraId="2466D563" w14:textId="324475DD" w:rsidR="00173FC4" w:rsidRPr="00AB654C" w:rsidRDefault="00173FC4" w:rsidP="00173FC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281304</w:t>
            </w:r>
            <w:r>
              <w:rPr>
                <w:rFonts w:ascii="Poppins" w:hAnsi="Poppins" w:cs="Poppins"/>
                <w:sz w:val="20"/>
              </w:rPr>
              <w:t>14</w:t>
            </w:r>
          </w:p>
        </w:tc>
        <w:tc>
          <w:tcPr>
            <w:tcW w:w="2086" w:type="dxa"/>
          </w:tcPr>
          <w:p w14:paraId="076A6712" w14:textId="77777777" w:rsidR="00173FC4" w:rsidRDefault="00173FC4" w:rsidP="00173FC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</w:t>
            </w:r>
            <w:proofErr w:type="spellStart"/>
            <w:r>
              <w:rPr>
                <w:rFonts w:ascii="Poppins" w:hAnsi="Poppins" w:cs="Poppins"/>
                <w:sz w:val="20"/>
              </w:rPr>
              <w:t>super</w:t>
            </w:r>
            <w:r w:rsidRPr="00F12594">
              <w:rPr>
                <w:rFonts w:ascii="Poppins" w:hAnsi="Poppins" w:cs="Poppins"/>
                <w:sz w:val="20"/>
              </w:rPr>
              <w:t>fluidificante</w:t>
            </w:r>
            <w:proofErr w:type="spellEnd"/>
          </w:p>
          <w:p w14:paraId="7855817C" w14:textId="1800D178" w:rsidR="00173FC4" w:rsidRPr="00AB654C" w:rsidRDefault="00173FC4" w:rsidP="00173FC4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10 litri</w:t>
            </w:r>
          </w:p>
        </w:tc>
        <w:tc>
          <w:tcPr>
            <w:tcW w:w="6101" w:type="dxa"/>
          </w:tcPr>
          <w:p w14:paraId="646B185B" w14:textId="77777777" w:rsidR="00173FC4" w:rsidRDefault="00173FC4" w:rsidP="00173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fluidificante per massetti, riducendo l’acqua di impasto si aumenta la resistenza meccanica e la conducibilità termica. </w:t>
            </w:r>
          </w:p>
          <w:p w14:paraId="7B9251F7" w14:textId="77777777" w:rsidR="00173FC4" w:rsidRPr="00F12594" w:rsidRDefault="00173FC4" w:rsidP="00173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75F7B0D" w14:textId="77777777" w:rsidR="00173FC4" w:rsidRPr="00F12594" w:rsidRDefault="00173FC4" w:rsidP="00173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Dosaggio: 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12594">
              <w:rPr>
                <w:rFonts w:ascii="Poppins" w:hAnsi="Poppins" w:cs="Poppins"/>
                <w:sz w:val="20"/>
              </w:rPr>
              <w:t xml:space="preserve"> ÷ 1.</w:t>
            </w:r>
            <w:r>
              <w:rPr>
                <w:rFonts w:ascii="Poppins" w:hAnsi="Poppins" w:cs="Poppins"/>
                <w:sz w:val="20"/>
              </w:rPr>
              <w:t>5</w:t>
            </w:r>
            <w:r w:rsidRPr="00F12594">
              <w:rPr>
                <w:rFonts w:ascii="Poppins" w:hAnsi="Poppins" w:cs="Poppins"/>
                <w:sz w:val="20"/>
              </w:rPr>
              <w:t xml:space="preserve"> litri per ogni 100 kg di cemento</w:t>
            </w:r>
          </w:p>
          <w:p w14:paraId="6500612F" w14:textId="77777777" w:rsidR="00173FC4" w:rsidRPr="00F12594" w:rsidRDefault="00173FC4" w:rsidP="00173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Litri/confezione: 10</w:t>
            </w:r>
          </w:p>
          <w:p w14:paraId="5A9D4281" w14:textId="77777777" w:rsidR="00173FC4" w:rsidRPr="00F12594" w:rsidRDefault="00173FC4" w:rsidP="00173FC4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E38D5D9" w14:textId="5E0D476C" w:rsidR="00173FC4" w:rsidRPr="00AB654C" w:rsidRDefault="00173FC4" w:rsidP="00173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 Modello Additivo </w:t>
            </w:r>
            <w:proofErr w:type="spellStart"/>
            <w:r>
              <w:rPr>
                <w:rFonts w:ascii="Poppins" w:hAnsi="Poppins" w:cs="Poppins"/>
                <w:b/>
                <w:sz w:val="20"/>
              </w:rPr>
              <w:t>super</w:t>
            </w:r>
            <w:r w:rsidRPr="00F12594">
              <w:rPr>
                <w:rFonts w:ascii="Poppins" w:hAnsi="Poppins" w:cs="Poppins"/>
                <w:b/>
                <w:sz w:val="20"/>
              </w:rPr>
              <w:t>fluidificante</w:t>
            </w:r>
            <w:proofErr w:type="spellEnd"/>
            <w:r>
              <w:rPr>
                <w:rFonts w:ascii="Poppins" w:hAnsi="Poppins" w:cs="Poppins"/>
                <w:b/>
                <w:sz w:val="20"/>
              </w:rPr>
              <w:t xml:space="preserve"> 10 litri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73FC4" w:rsidRPr="007E118F" w14:paraId="7D1069A5" w14:textId="77777777" w:rsidTr="00FD02BC">
        <w:tc>
          <w:tcPr>
            <w:tcW w:w="1311" w:type="dxa"/>
          </w:tcPr>
          <w:p w14:paraId="5EC41A31" w14:textId="6447FD5F" w:rsidR="00173FC4" w:rsidRPr="00AB654C" w:rsidRDefault="00173FC4" w:rsidP="00173FC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</w:t>
            </w:r>
            <w:r>
              <w:rPr>
                <w:rFonts w:ascii="Poppins" w:hAnsi="Poppins" w:cs="Poppins"/>
                <w:sz w:val="20"/>
              </w:rPr>
              <w:t>8130416</w:t>
            </w:r>
          </w:p>
        </w:tc>
        <w:tc>
          <w:tcPr>
            <w:tcW w:w="2086" w:type="dxa"/>
          </w:tcPr>
          <w:p w14:paraId="38D01A40" w14:textId="77777777" w:rsidR="00173FC4" w:rsidRDefault="00173FC4" w:rsidP="00173FC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</w:t>
            </w:r>
            <w:proofErr w:type="spellStart"/>
            <w:r>
              <w:rPr>
                <w:rFonts w:ascii="Poppins" w:hAnsi="Poppins" w:cs="Poppins"/>
                <w:sz w:val="20"/>
              </w:rPr>
              <w:t>super</w:t>
            </w:r>
            <w:r w:rsidRPr="00F12594">
              <w:rPr>
                <w:rFonts w:ascii="Poppins" w:hAnsi="Poppins" w:cs="Poppins"/>
                <w:sz w:val="20"/>
              </w:rPr>
              <w:t>fluidificante</w:t>
            </w:r>
            <w:proofErr w:type="spellEnd"/>
          </w:p>
          <w:p w14:paraId="0A58294D" w14:textId="228BE2F1" w:rsidR="00173FC4" w:rsidRPr="00AB654C" w:rsidRDefault="00173FC4" w:rsidP="00173FC4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25 litri</w:t>
            </w:r>
          </w:p>
        </w:tc>
        <w:tc>
          <w:tcPr>
            <w:tcW w:w="6101" w:type="dxa"/>
          </w:tcPr>
          <w:p w14:paraId="40EE0127" w14:textId="77777777" w:rsidR="00173FC4" w:rsidRDefault="00173FC4" w:rsidP="00173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fluidificante per massetti, riducendo l’acqua di impasto si aumenta la resistenza meccanica e la conducibilità termica. </w:t>
            </w:r>
          </w:p>
          <w:p w14:paraId="05AF02B9" w14:textId="77777777" w:rsidR="00173FC4" w:rsidRPr="00F12594" w:rsidRDefault="00173FC4" w:rsidP="00173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608269C" w14:textId="77777777" w:rsidR="00173FC4" w:rsidRPr="00F12594" w:rsidRDefault="00173FC4" w:rsidP="00173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Dosaggio: 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12594">
              <w:rPr>
                <w:rFonts w:ascii="Poppins" w:hAnsi="Poppins" w:cs="Poppins"/>
                <w:sz w:val="20"/>
              </w:rPr>
              <w:t xml:space="preserve"> ÷ 1.</w:t>
            </w:r>
            <w:r>
              <w:rPr>
                <w:rFonts w:ascii="Poppins" w:hAnsi="Poppins" w:cs="Poppins"/>
                <w:sz w:val="20"/>
              </w:rPr>
              <w:t>5</w:t>
            </w:r>
            <w:r w:rsidRPr="00F12594">
              <w:rPr>
                <w:rFonts w:ascii="Poppins" w:hAnsi="Poppins" w:cs="Poppins"/>
                <w:sz w:val="20"/>
              </w:rPr>
              <w:t xml:space="preserve"> litri per ogni 100 kg di cemento</w:t>
            </w:r>
          </w:p>
          <w:p w14:paraId="21BDF961" w14:textId="77777777" w:rsidR="00173FC4" w:rsidRPr="00F12594" w:rsidRDefault="00173FC4" w:rsidP="00173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Litri/confezione: 25</w:t>
            </w:r>
          </w:p>
          <w:p w14:paraId="1014B564" w14:textId="77777777" w:rsidR="00173FC4" w:rsidRPr="00F12594" w:rsidRDefault="00173FC4" w:rsidP="00173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9E6F9F9" w14:textId="057F64D2" w:rsidR="00173FC4" w:rsidRPr="00AB654C" w:rsidRDefault="00173FC4" w:rsidP="00173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 Modello Additivo </w:t>
            </w:r>
            <w:proofErr w:type="spellStart"/>
            <w:r>
              <w:rPr>
                <w:rFonts w:ascii="Poppins" w:hAnsi="Poppins" w:cs="Poppins"/>
                <w:b/>
                <w:sz w:val="20"/>
              </w:rPr>
              <w:t>super</w:t>
            </w:r>
            <w:r w:rsidRPr="00F12594">
              <w:rPr>
                <w:rFonts w:ascii="Poppins" w:hAnsi="Poppins" w:cs="Poppins"/>
                <w:b/>
                <w:sz w:val="20"/>
              </w:rPr>
              <w:t>fluidificante</w:t>
            </w:r>
            <w:proofErr w:type="spellEnd"/>
            <w:r>
              <w:rPr>
                <w:rFonts w:ascii="Poppins" w:hAnsi="Poppins" w:cs="Poppins"/>
                <w:b/>
                <w:sz w:val="20"/>
              </w:rPr>
              <w:t xml:space="preserve"> 25 litri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73FC4" w:rsidRPr="00170AD8" w14:paraId="4C4BFCE0" w14:textId="77777777" w:rsidTr="00FD02BC">
        <w:tc>
          <w:tcPr>
            <w:tcW w:w="1311" w:type="dxa"/>
          </w:tcPr>
          <w:p w14:paraId="79B1D4E0" w14:textId="00DC061D" w:rsidR="00173FC4" w:rsidRPr="00AB654C" w:rsidRDefault="00173FC4" w:rsidP="00173FC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02</w:t>
            </w:r>
            <w:r>
              <w:rPr>
                <w:rFonts w:ascii="Poppins" w:hAnsi="Poppins" w:cs="Poppins"/>
                <w:sz w:val="20"/>
              </w:rPr>
              <w:t>7</w:t>
            </w:r>
            <w:r w:rsidRPr="00F12594">
              <w:rPr>
                <w:rFonts w:ascii="Poppins" w:hAnsi="Poppins" w:cs="Poppins"/>
                <w:sz w:val="20"/>
              </w:rPr>
              <w:t>06396</w:t>
            </w:r>
          </w:p>
        </w:tc>
        <w:tc>
          <w:tcPr>
            <w:tcW w:w="2086" w:type="dxa"/>
          </w:tcPr>
          <w:p w14:paraId="13E33F30" w14:textId="77777777" w:rsidR="00173FC4" w:rsidRPr="00F12594" w:rsidRDefault="00173FC4" w:rsidP="00173FC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Protettivo per impianti di riscaldamento alta/bassa </w:t>
            </w:r>
            <w:r w:rsidRPr="00F12594">
              <w:rPr>
                <w:rFonts w:ascii="Poppins" w:hAnsi="Poppins" w:cs="Poppins"/>
                <w:sz w:val="20"/>
              </w:rPr>
              <w:lastRenderedPageBreak/>
              <w:t>temperatura e condizionamento</w:t>
            </w:r>
          </w:p>
          <w:p w14:paraId="662D26B8" w14:textId="77777777" w:rsidR="00173FC4" w:rsidRPr="00AB654C" w:rsidRDefault="00173FC4" w:rsidP="00173FC4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48BB197E" w14:textId="77777777" w:rsidR="00173FC4" w:rsidRDefault="00173FC4" w:rsidP="00173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Protettivo ad azione anticorrosiva per tutti i metalli, antincrostante e biocida per impianti di riscaldamento ad alta o bassa temperatura e/o condizionamento, con protettivi anticalcare (max 25 °F)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4CCDDB4F" w14:textId="77777777" w:rsidR="00173FC4" w:rsidRDefault="00173FC4" w:rsidP="00173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0633E45" w14:textId="77777777" w:rsidR="00173FC4" w:rsidRPr="00F12594" w:rsidRDefault="00173FC4" w:rsidP="00173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A588501" w14:textId="77777777" w:rsidR="00173FC4" w:rsidRPr="00F73AD4" w:rsidRDefault="00173FC4" w:rsidP="00173FC4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73AD4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40F34A16" w14:textId="77777777" w:rsidR="00173FC4" w:rsidRPr="00F73AD4" w:rsidRDefault="00173FC4" w:rsidP="00173FC4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Aspetto: liquido incolore – giallo paglierino</w:t>
            </w:r>
          </w:p>
          <w:p w14:paraId="506DF5D9" w14:textId="77777777" w:rsidR="00173FC4" w:rsidRPr="00F73AD4" w:rsidRDefault="00173FC4" w:rsidP="00173FC4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proofErr w:type="spellStart"/>
            <w:r w:rsidRPr="00F73AD4">
              <w:rPr>
                <w:rFonts w:ascii="Poppins" w:hAnsi="Poppins" w:cs="Poppins"/>
              </w:rPr>
              <w:t>ph</w:t>
            </w:r>
            <w:proofErr w:type="spellEnd"/>
            <w:r w:rsidRPr="00F73AD4">
              <w:rPr>
                <w:rFonts w:ascii="Poppins" w:hAnsi="Poppins" w:cs="Poppins"/>
              </w:rPr>
              <w:t>: 7 ± 0.5</w:t>
            </w:r>
          </w:p>
          <w:p w14:paraId="257D6717" w14:textId="77777777" w:rsidR="00173FC4" w:rsidRPr="00F73AD4" w:rsidRDefault="00173FC4" w:rsidP="00173FC4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 xml:space="preserve">Densità (20°C): 1.025 ±0.1 kg/l </w:t>
            </w:r>
          </w:p>
          <w:p w14:paraId="56E8AE5A" w14:textId="77777777" w:rsidR="00173FC4" w:rsidRPr="00F73AD4" w:rsidRDefault="00173FC4" w:rsidP="00173FC4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Dosaggio: 5%</w:t>
            </w:r>
          </w:p>
          <w:p w14:paraId="37759A19" w14:textId="77777777" w:rsidR="00173FC4" w:rsidRPr="00F73AD4" w:rsidRDefault="00173FC4" w:rsidP="00173FC4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kg/confezione: 5</w:t>
            </w:r>
          </w:p>
          <w:p w14:paraId="35A57E09" w14:textId="77777777" w:rsidR="00173FC4" w:rsidRPr="00F12594" w:rsidRDefault="00173FC4" w:rsidP="00173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C600FD4" w14:textId="28E0E7A7" w:rsidR="00173FC4" w:rsidRPr="00AB654C" w:rsidRDefault="00173FC4" w:rsidP="00173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Protettivo per impianti di riscaldamento alta/bassa temperatura e condizionamento o equivalente</w:t>
            </w:r>
            <w:r>
              <w:rPr>
                <w:rFonts w:ascii="Poppins" w:hAnsi="Poppins" w:cs="Poppins"/>
                <w:sz w:val="20"/>
              </w:rPr>
              <w:t>.</w:t>
            </w:r>
          </w:p>
        </w:tc>
      </w:tr>
      <w:tr w:rsidR="00173FC4" w14:paraId="02D49630" w14:textId="77777777" w:rsidTr="00FD02BC">
        <w:tc>
          <w:tcPr>
            <w:tcW w:w="1311" w:type="dxa"/>
          </w:tcPr>
          <w:p w14:paraId="1A30F472" w14:textId="102F6F56" w:rsidR="00173FC4" w:rsidRPr="00AB654C" w:rsidRDefault="00173FC4" w:rsidP="00173FC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0</w:t>
            </w:r>
            <w:r>
              <w:rPr>
                <w:rFonts w:ascii="Poppins" w:hAnsi="Poppins" w:cs="Poppins"/>
                <w:sz w:val="20"/>
              </w:rPr>
              <w:t>2</w:t>
            </w:r>
            <w:r w:rsidRPr="00F12594">
              <w:rPr>
                <w:rFonts w:ascii="Poppins" w:hAnsi="Poppins" w:cs="Poppins"/>
                <w:sz w:val="20"/>
              </w:rPr>
              <w:t>706304</w:t>
            </w:r>
          </w:p>
        </w:tc>
        <w:tc>
          <w:tcPr>
            <w:tcW w:w="2086" w:type="dxa"/>
          </w:tcPr>
          <w:p w14:paraId="06CEF9E8" w14:textId="77777777" w:rsidR="00173FC4" w:rsidRPr="00F12594" w:rsidRDefault="00173FC4" w:rsidP="00173FC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Risanante per impianti di riscaldamento bassa temperatura nuovi o vecchi</w:t>
            </w:r>
          </w:p>
          <w:p w14:paraId="21A5F41B" w14:textId="77777777" w:rsidR="00173FC4" w:rsidRPr="00AB654C" w:rsidRDefault="00173FC4" w:rsidP="00173FC4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74883EB9" w14:textId="77777777" w:rsidR="00173FC4" w:rsidRDefault="00173FC4" w:rsidP="00173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Risanante per impianti di riscaldamento idoneo a rimuovere le biomasse e gli ossidi metallici all’interno degli impianti di riscaldamento a bassa temperatura e anche dei termo arredi.</w:t>
            </w:r>
          </w:p>
          <w:p w14:paraId="29DB37FE" w14:textId="77777777" w:rsidR="00173FC4" w:rsidRDefault="00173FC4" w:rsidP="00173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Consigliato per pulire il vecchio impianto prima o dopo l’installazione di una nuova caldaia.</w:t>
            </w:r>
          </w:p>
          <w:p w14:paraId="59FFDD9E" w14:textId="77777777" w:rsidR="00173FC4" w:rsidRDefault="00173FC4" w:rsidP="00173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Adatto a tutti i tipi di riscaldamento in quanto non è corrosivo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47E5E824" w14:textId="77777777" w:rsidR="00173FC4" w:rsidRDefault="00173FC4" w:rsidP="00173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A077C93" w14:textId="77777777" w:rsidR="00173FC4" w:rsidRPr="00F85508" w:rsidRDefault="00173FC4" w:rsidP="00173FC4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85508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C4308E3" w14:textId="77777777" w:rsidR="00173FC4" w:rsidRPr="00F85508" w:rsidRDefault="00173FC4" w:rsidP="00173FC4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 xml:space="preserve">Aspetto: liquido limpido incolore – giallo </w:t>
            </w:r>
          </w:p>
          <w:p w14:paraId="62B8E579" w14:textId="77777777" w:rsidR="00173FC4" w:rsidRPr="00F85508" w:rsidRDefault="00173FC4" w:rsidP="00173FC4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proofErr w:type="spellStart"/>
            <w:r w:rsidRPr="00F85508">
              <w:rPr>
                <w:rFonts w:ascii="Poppins" w:hAnsi="Poppins" w:cs="Poppins"/>
              </w:rPr>
              <w:t>ph</w:t>
            </w:r>
            <w:proofErr w:type="spellEnd"/>
            <w:r w:rsidRPr="00F85508">
              <w:rPr>
                <w:rFonts w:ascii="Poppins" w:hAnsi="Poppins" w:cs="Poppins"/>
              </w:rPr>
              <w:t>: 5 ± 0.5</w:t>
            </w:r>
          </w:p>
          <w:p w14:paraId="6A483A48" w14:textId="77777777" w:rsidR="00173FC4" w:rsidRPr="00F85508" w:rsidRDefault="00173FC4" w:rsidP="00173FC4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 xml:space="preserve">Densità (20°C): 1.035 kg/l </w:t>
            </w:r>
          </w:p>
          <w:p w14:paraId="6FF0C880" w14:textId="77777777" w:rsidR="00173FC4" w:rsidRPr="00F85508" w:rsidRDefault="00173FC4" w:rsidP="00173FC4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Dosaggio: 5%</w:t>
            </w:r>
          </w:p>
          <w:p w14:paraId="0348C95E" w14:textId="77777777" w:rsidR="00173FC4" w:rsidRPr="00F85508" w:rsidRDefault="00173FC4" w:rsidP="00173FC4">
            <w:pPr>
              <w:pStyle w:val="Paragrafoelenc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kg/confezione: 5</w:t>
            </w:r>
          </w:p>
          <w:p w14:paraId="1A61E029" w14:textId="77777777" w:rsidR="00173FC4" w:rsidRPr="00F12594" w:rsidRDefault="00173FC4" w:rsidP="00173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8983921" w14:textId="37E1438A" w:rsidR="00173FC4" w:rsidRPr="00AB654C" w:rsidRDefault="00173FC4" w:rsidP="00173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Risanante per impianti di riscaldamento bassa temperatura nuovi o vecchi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173FC4" w14:paraId="0B2E495A" w14:textId="77777777" w:rsidTr="00FD02BC">
        <w:tc>
          <w:tcPr>
            <w:tcW w:w="1311" w:type="dxa"/>
          </w:tcPr>
          <w:p w14:paraId="309251D5" w14:textId="18970C79" w:rsidR="00173FC4" w:rsidRPr="00AB654C" w:rsidRDefault="00173FC4" w:rsidP="00173FC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02706862</w:t>
            </w:r>
          </w:p>
        </w:tc>
        <w:tc>
          <w:tcPr>
            <w:tcW w:w="2086" w:type="dxa"/>
          </w:tcPr>
          <w:p w14:paraId="5063157C" w14:textId="77777777" w:rsidR="00173FC4" w:rsidRPr="00F12594" w:rsidRDefault="00173FC4" w:rsidP="00173FC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Stazione carico impianti</w:t>
            </w:r>
          </w:p>
          <w:p w14:paraId="33AAC089" w14:textId="043C2060" w:rsidR="00173FC4" w:rsidRPr="00AB654C" w:rsidRDefault="00173FC4" w:rsidP="00173FC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50 litri</w:t>
            </w:r>
          </w:p>
        </w:tc>
        <w:tc>
          <w:tcPr>
            <w:tcW w:w="6101" w:type="dxa"/>
          </w:tcPr>
          <w:p w14:paraId="0E979D0E" w14:textId="77777777" w:rsidR="00173FC4" w:rsidRDefault="00173FC4" w:rsidP="00173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Stazione carico impianti provvista di 2 tubi di collegamento lunghezza 3 m.</w:t>
            </w:r>
          </w:p>
          <w:p w14:paraId="6970CFA4" w14:textId="77777777" w:rsidR="00173FC4" w:rsidRDefault="00173FC4" w:rsidP="00173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7DAB134" w14:textId="77777777" w:rsidR="00173FC4" w:rsidRPr="00265BF1" w:rsidRDefault="00173FC4" w:rsidP="00173FC4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65BF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BCCDD94" w14:textId="77777777" w:rsidR="00173FC4" w:rsidRPr="00265BF1" w:rsidRDefault="00173FC4" w:rsidP="00173FC4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Portata: 5.2 – 60 litri/min</w:t>
            </w:r>
          </w:p>
          <w:p w14:paraId="4D5D2765" w14:textId="77777777" w:rsidR="00173FC4" w:rsidRPr="00265BF1" w:rsidRDefault="00173FC4" w:rsidP="00173FC4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 xml:space="preserve">Prevalenza H: 5 – 52 m.c.H2O </w:t>
            </w:r>
          </w:p>
          <w:p w14:paraId="09BD231D" w14:textId="77777777" w:rsidR="00173FC4" w:rsidRPr="00265BF1" w:rsidRDefault="00173FC4" w:rsidP="00173FC4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N° giri al minuto: 2900 rpm</w:t>
            </w:r>
          </w:p>
          <w:p w14:paraId="37F8C5B6" w14:textId="77777777" w:rsidR="00173FC4" w:rsidRPr="00265BF1" w:rsidRDefault="00173FC4" w:rsidP="00173FC4">
            <w:pPr>
              <w:pStyle w:val="Paragrafoelenco"/>
              <w:numPr>
                <w:ilvl w:val="0"/>
                <w:numId w:val="27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Volume serbatoio: 50 litri</w:t>
            </w:r>
          </w:p>
          <w:p w14:paraId="5DC5971B" w14:textId="77777777" w:rsidR="00173FC4" w:rsidRPr="00F12594" w:rsidRDefault="00173FC4" w:rsidP="00173FC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DEBD3EE" w14:textId="0042C54C" w:rsidR="00173FC4" w:rsidRPr="00AB654C" w:rsidRDefault="00173FC4" w:rsidP="00173FC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Stazione carico impianti misura 50 litri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B38D4" w14:paraId="212BCD94" w14:textId="77777777" w:rsidTr="00FD02BC">
        <w:tc>
          <w:tcPr>
            <w:tcW w:w="1311" w:type="dxa"/>
          </w:tcPr>
          <w:p w14:paraId="09C0A6CA" w14:textId="2DE602ED" w:rsidR="00FB38D4" w:rsidRPr="00AB654C" w:rsidRDefault="00FB38D4" w:rsidP="00FB38D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28130480</w:t>
            </w:r>
          </w:p>
        </w:tc>
        <w:tc>
          <w:tcPr>
            <w:tcW w:w="2086" w:type="dxa"/>
          </w:tcPr>
          <w:p w14:paraId="6C0B032E" w14:textId="77777777" w:rsidR="00FB38D4" w:rsidRPr="00F12594" w:rsidRDefault="00FB38D4" w:rsidP="00FB38D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</w:t>
            </w:r>
          </w:p>
          <w:p w14:paraId="7D85E7AE" w14:textId="77777777" w:rsidR="00FB38D4" w:rsidRPr="00F12594" w:rsidRDefault="00FB38D4" w:rsidP="00FB38D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5x150mm</w:t>
            </w:r>
          </w:p>
          <w:p w14:paraId="7E82FE86" w14:textId="77777777" w:rsidR="00FB38D4" w:rsidRPr="00AB654C" w:rsidRDefault="00FB38D4" w:rsidP="00FB38D4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06584B12" w14:textId="77777777" w:rsidR="00FB38D4" w:rsidRDefault="00FB38D4" w:rsidP="00FB38D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 in polietilene espanso a cellule chiuse. Dotata di banda adesiva per il fissaggio a parete.</w:t>
            </w:r>
          </w:p>
          <w:p w14:paraId="0444AA30" w14:textId="77777777" w:rsidR="00FB38D4" w:rsidRPr="00F12594" w:rsidRDefault="00FB38D4" w:rsidP="00FB38D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941B333" w14:textId="77777777" w:rsidR="00FB38D4" w:rsidRPr="00F12594" w:rsidRDefault="00FB38D4" w:rsidP="00FB38D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Dimensioni: spessore 5 mm x altezza 150 mm</w:t>
            </w:r>
          </w:p>
          <w:p w14:paraId="48849B78" w14:textId="77777777" w:rsidR="00FB38D4" w:rsidRPr="00F12594" w:rsidRDefault="00FB38D4" w:rsidP="00FB38D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224D32AC" w14:textId="77777777" w:rsidR="00FB38D4" w:rsidRPr="00F12594" w:rsidRDefault="00FB38D4" w:rsidP="00FB38D4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A7B2449" w14:textId="069DAF6E" w:rsidR="00FB38D4" w:rsidRPr="00AB654C" w:rsidRDefault="00FB38D4" w:rsidP="00FB38D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Striscia isolante perimetrale 5x150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B38D4" w14:paraId="6863D494" w14:textId="77777777" w:rsidTr="00FD02BC">
        <w:tc>
          <w:tcPr>
            <w:tcW w:w="1311" w:type="dxa"/>
          </w:tcPr>
          <w:p w14:paraId="287A5E11" w14:textId="7446304A" w:rsidR="00FB38D4" w:rsidRPr="00AB654C" w:rsidRDefault="00FB38D4" w:rsidP="00FB38D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28130482</w:t>
            </w:r>
          </w:p>
        </w:tc>
        <w:tc>
          <w:tcPr>
            <w:tcW w:w="2086" w:type="dxa"/>
          </w:tcPr>
          <w:p w14:paraId="43B78E6E" w14:textId="77777777" w:rsidR="00FB38D4" w:rsidRPr="00F12594" w:rsidRDefault="00FB38D4" w:rsidP="00FB38D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</w:t>
            </w:r>
          </w:p>
          <w:p w14:paraId="73DFDC10" w14:textId="77777777" w:rsidR="00FB38D4" w:rsidRPr="00F12594" w:rsidRDefault="00FB38D4" w:rsidP="00FB38D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7x150mm</w:t>
            </w:r>
          </w:p>
          <w:p w14:paraId="285F6927" w14:textId="77777777" w:rsidR="00FB38D4" w:rsidRPr="00AB654C" w:rsidRDefault="00FB38D4" w:rsidP="00FB38D4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1AEB2CCB" w14:textId="77777777" w:rsidR="00FB38D4" w:rsidRDefault="00FB38D4" w:rsidP="00FB38D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 in polietilene espanso a cellule chiuse. Dotata di banda adesiva per il fissaggio a parete.</w:t>
            </w:r>
          </w:p>
          <w:p w14:paraId="4B223419" w14:textId="77777777" w:rsidR="00FB38D4" w:rsidRPr="00F12594" w:rsidRDefault="00FB38D4" w:rsidP="00FB38D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A358071" w14:textId="77777777" w:rsidR="00FB38D4" w:rsidRPr="00F12594" w:rsidRDefault="00FB38D4" w:rsidP="00FB38D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Dimensioni: spessore 7 mm x altezza 150 mm</w:t>
            </w:r>
          </w:p>
          <w:p w14:paraId="718D5553" w14:textId="77777777" w:rsidR="00FB38D4" w:rsidRPr="00F12594" w:rsidRDefault="00FB38D4" w:rsidP="00FB38D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560F4F1B" w14:textId="77777777" w:rsidR="00FB38D4" w:rsidRPr="00F12594" w:rsidRDefault="00FB38D4" w:rsidP="00FB38D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E5F4842" w14:textId="245AA5B0" w:rsidR="00FB38D4" w:rsidRPr="00AB654C" w:rsidRDefault="00FB38D4" w:rsidP="00FB38D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Striscia isolante perimetrale 7x150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B38D4" w14:paraId="23B7F926" w14:textId="77777777" w:rsidTr="00FD02BC">
        <w:tc>
          <w:tcPr>
            <w:tcW w:w="1311" w:type="dxa"/>
          </w:tcPr>
          <w:p w14:paraId="58DF3257" w14:textId="595EEE2F" w:rsidR="00FB38D4" w:rsidRPr="00AB654C" w:rsidRDefault="00FB38D4" w:rsidP="00FB38D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28130032</w:t>
            </w:r>
          </w:p>
        </w:tc>
        <w:tc>
          <w:tcPr>
            <w:tcW w:w="2086" w:type="dxa"/>
          </w:tcPr>
          <w:p w14:paraId="29E46A20" w14:textId="77777777" w:rsidR="00FB38D4" w:rsidRPr="00F12594" w:rsidRDefault="00FB38D4" w:rsidP="00FB38D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Profilo per giunto di dilatazione in plastica</w:t>
            </w:r>
          </w:p>
          <w:p w14:paraId="3AC81A6D" w14:textId="77777777" w:rsidR="00FB38D4" w:rsidRPr="00F12594" w:rsidRDefault="00FB38D4" w:rsidP="00FB38D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2000x35x32</w:t>
            </w:r>
          </w:p>
          <w:p w14:paraId="51788675" w14:textId="77777777" w:rsidR="00FB38D4" w:rsidRPr="00AB654C" w:rsidRDefault="00FB38D4" w:rsidP="00FB38D4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130B6B56" w14:textId="77777777" w:rsidR="00FB38D4" w:rsidRDefault="00FB38D4" w:rsidP="00FB38D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Profilo per giunto di dilatazione in plastica con base adesiva e sede per striscia isolante, spessore 7-8 mm.</w:t>
            </w:r>
          </w:p>
          <w:p w14:paraId="382175A5" w14:textId="77777777" w:rsidR="00FB38D4" w:rsidRPr="00F12594" w:rsidRDefault="00FB38D4" w:rsidP="00FB38D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6AB05A4" w14:textId="77777777" w:rsidR="00FB38D4" w:rsidRPr="00F12594" w:rsidRDefault="00FB38D4" w:rsidP="00FB38D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2000x35x20 mm</w:t>
            </w:r>
          </w:p>
          <w:p w14:paraId="1A046874" w14:textId="77777777" w:rsidR="00FB38D4" w:rsidRPr="00F12594" w:rsidRDefault="00FB38D4" w:rsidP="00FB38D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50</w:t>
            </w:r>
          </w:p>
          <w:p w14:paraId="3627F7FE" w14:textId="77777777" w:rsidR="00FB38D4" w:rsidRPr="00F12594" w:rsidRDefault="00FB38D4" w:rsidP="00FB38D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59AEE63" w14:textId="36619A8C" w:rsidR="00FB38D4" w:rsidRPr="00AB654C" w:rsidRDefault="00FB38D4" w:rsidP="00FB38D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Profilo per giunto di dilatazione in plastica misura 2000x35x20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B38D4" w14:paraId="3FD21EAB" w14:textId="77777777" w:rsidTr="00FD02BC">
        <w:tc>
          <w:tcPr>
            <w:tcW w:w="1311" w:type="dxa"/>
          </w:tcPr>
          <w:p w14:paraId="63DDEE96" w14:textId="24404710" w:rsidR="00FB38D4" w:rsidRPr="00AB654C" w:rsidRDefault="00FB38D4" w:rsidP="00FB38D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28130486</w:t>
            </w:r>
          </w:p>
        </w:tc>
        <w:tc>
          <w:tcPr>
            <w:tcW w:w="2086" w:type="dxa"/>
          </w:tcPr>
          <w:p w14:paraId="50F2F093" w14:textId="77777777" w:rsidR="00FB38D4" w:rsidRPr="00F12594" w:rsidRDefault="00FB38D4" w:rsidP="00FB38D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Striscia isolante per giunti di dilatazione </w:t>
            </w:r>
          </w:p>
          <w:p w14:paraId="13042759" w14:textId="77777777" w:rsidR="00FB38D4" w:rsidRPr="00F12594" w:rsidRDefault="00FB38D4" w:rsidP="00FB38D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7x150 mm</w:t>
            </w:r>
          </w:p>
          <w:p w14:paraId="632BA5F4" w14:textId="77777777" w:rsidR="00FB38D4" w:rsidRPr="00AB654C" w:rsidRDefault="00FB38D4" w:rsidP="00FB38D4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6B26E24C" w14:textId="77777777" w:rsidR="00FB38D4" w:rsidRDefault="00FB38D4" w:rsidP="00FB38D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in polietilene espanso a cellule chiuse.</w:t>
            </w:r>
          </w:p>
          <w:p w14:paraId="4DC46DA0" w14:textId="77777777" w:rsidR="00FB38D4" w:rsidRPr="00F12594" w:rsidRDefault="00FB38D4" w:rsidP="00FB38D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3AE823F" w14:textId="77777777" w:rsidR="00FB38D4" w:rsidRPr="00F12594" w:rsidRDefault="00FB38D4" w:rsidP="00FB38D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7x150 mm</w:t>
            </w:r>
          </w:p>
          <w:p w14:paraId="58C76CAC" w14:textId="77777777" w:rsidR="00FB38D4" w:rsidRPr="00F12594" w:rsidRDefault="00FB38D4" w:rsidP="00FB38D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75A0EEC1" w14:textId="77777777" w:rsidR="00FB38D4" w:rsidRPr="00F12594" w:rsidRDefault="00FB38D4" w:rsidP="00FB38D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21D0EEB" w14:textId="39F44E03" w:rsidR="00FB38D4" w:rsidRPr="00AB654C" w:rsidRDefault="00FB38D4" w:rsidP="00FB38D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Modello Striscia isolante per giunti di dilatazione misura 7x150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7E2521" w14:paraId="40093C00" w14:textId="77777777" w:rsidTr="00FD02BC">
        <w:tc>
          <w:tcPr>
            <w:tcW w:w="1311" w:type="dxa"/>
          </w:tcPr>
          <w:p w14:paraId="7AEF6307" w14:textId="0B87BA50" w:rsidR="007E2521" w:rsidRPr="00AB654C" w:rsidRDefault="007E2521" w:rsidP="007E252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4452</w:t>
            </w:r>
          </w:p>
        </w:tc>
        <w:tc>
          <w:tcPr>
            <w:tcW w:w="2086" w:type="dxa"/>
          </w:tcPr>
          <w:p w14:paraId="7103569E" w14:textId="77777777" w:rsidR="007E2521" w:rsidRPr="00F12594" w:rsidRDefault="007E2521" w:rsidP="007E252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a cavaliere</w:t>
            </w:r>
          </w:p>
          <w:p w14:paraId="281ED726" w14:textId="77777777" w:rsidR="007E2521" w:rsidRPr="00F12594" w:rsidRDefault="007E2521" w:rsidP="007E252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 </w:t>
            </w:r>
            <w:r>
              <w:rPr>
                <w:rFonts w:ascii="Poppins" w:hAnsi="Poppins" w:cs="Poppins"/>
                <w:sz w:val="20"/>
              </w:rPr>
              <w:t>88x28</w:t>
            </w:r>
            <w:r w:rsidRPr="00F12594">
              <w:rPr>
                <w:rFonts w:ascii="Poppins" w:hAnsi="Poppins" w:cs="Poppins"/>
                <w:sz w:val="20"/>
              </w:rPr>
              <w:t>x14mm</w:t>
            </w:r>
          </w:p>
          <w:p w14:paraId="66D00396" w14:textId="77777777" w:rsidR="007E2521" w:rsidRPr="00AB654C" w:rsidRDefault="007E2521" w:rsidP="007E2521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5AE10E60" w14:textId="77777777" w:rsidR="007E2521" w:rsidRDefault="007E2521" w:rsidP="007E252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a cavaliere in materiale plastico, viene applicato sulle bugne per trattenere i tubi nei punti critici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06F1720A" w14:textId="77777777" w:rsidR="007E2521" w:rsidRPr="00F12594" w:rsidRDefault="007E2521" w:rsidP="007E252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7B09217" w14:textId="77777777" w:rsidR="007E2521" w:rsidRPr="00F12594" w:rsidRDefault="007E2521" w:rsidP="007E252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Misura: </w:t>
            </w:r>
            <w:r>
              <w:rPr>
                <w:rFonts w:ascii="Poppins" w:hAnsi="Poppins" w:cs="Poppins"/>
                <w:sz w:val="20"/>
              </w:rPr>
              <w:t>88x28</w:t>
            </w:r>
            <w:r w:rsidRPr="00F12594">
              <w:rPr>
                <w:rFonts w:ascii="Poppins" w:hAnsi="Poppins" w:cs="Poppins"/>
                <w:sz w:val="20"/>
              </w:rPr>
              <w:t>x14 mm</w:t>
            </w:r>
          </w:p>
          <w:p w14:paraId="4BE17FDB" w14:textId="77777777" w:rsidR="007E2521" w:rsidRPr="00F12594" w:rsidRDefault="007E2521" w:rsidP="007E252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18EB56" w14:textId="24F2C602" w:rsidR="007E2521" w:rsidRPr="00AB654C" w:rsidRDefault="007E2521" w:rsidP="007E252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a cavaliere </w:t>
            </w:r>
            <w:r>
              <w:rPr>
                <w:rFonts w:ascii="Poppins" w:hAnsi="Poppins" w:cs="Poppins"/>
                <w:b/>
                <w:sz w:val="20"/>
              </w:rPr>
              <w:t>88x28</w:t>
            </w:r>
            <w:r w:rsidRPr="00F12594">
              <w:rPr>
                <w:rFonts w:ascii="Poppins" w:hAnsi="Poppins" w:cs="Poppins"/>
                <w:b/>
                <w:sz w:val="20"/>
              </w:rPr>
              <w:t>x14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7E2521" w14:paraId="1103AB41" w14:textId="77777777" w:rsidTr="00FD02BC">
        <w:tc>
          <w:tcPr>
            <w:tcW w:w="1311" w:type="dxa"/>
          </w:tcPr>
          <w:p w14:paraId="3D4FAC49" w14:textId="58259534" w:rsidR="007E2521" w:rsidRPr="00AB654C" w:rsidRDefault="007E2521" w:rsidP="007E252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4456</w:t>
            </w:r>
          </w:p>
        </w:tc>
        <w:tc>
          <w:tcPr>
            <w:tcW w:w="2086" w:type="dxa"/>
          </w:tcPr>
          <w:p w14:paraId="34D9DCE2" w14:textId="77777777" w:rsidR="007E2521" w:rsidRPr="00F12594" w:rsidRDefault="007E2521" w:rsidP="007E252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Clip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manuale</w:t>
            </w:r>
          </w:p>
          <w:p w14:paraId="24FBA0A5" w14:textId="77777777" w:rsidR="007E2521" w:rsidRPr="00F12594" w:rsidRDefault="007E2521" w:rsidP="007E2521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 xml:space="preserve">Misura </w:t>
            </w:r>
            <w:r>
              <w:rPr>
                <w:rFonts w:ascii="Poppins" w:hAnsi="Poppins" w:cs="Poppins"/>
                <w:sz w:val="20"/>
              </w:rPr>
              <w:t>25x49x5</w:t>
            </w:r>
            <w:r w:rsidRPr="00F12594">
              <w:rPr>
                <w:rFonts w:ascii="Poppins" w:hAnsi="Poppins" w:cs="Poppins"/>
                <w:sz w:val="20"/>
              </w:rPr>
              <w:t>mm</w:t>
            </w:r>
          </w:p>
          <w:p w14:paraId="2223623D" w14:textId="77777777" w:rsidR="007E2521" w:rsidRPr="00AB654C" w:rsidRDefault="007E2521" w:rsidP="007E2521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3925FEE8" w14:textId="77777777" w:rsidR="007E2521" w:rsidRDefault="007E2521" w:rsidP="007E252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 xml:space="preserve">Clip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manuale in materiale plastico per il bloccaggio supplementare dei tubi nei punti critici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01B0EE64" w14:textId="77777777" w:rsidR="007E2521" w:rsidRPr="00F12594" w:rsidRDefault="007E2521" w:rsidP="007E252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BB61936" w14:textId="77777777" w:rsidR="007E2521" w:rsidRPr="00F12594" w:rsidRDefault="007E2521" w:rsidP="007E252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 xml:space="preserve">Misura: </w:t>
            </w:r>
            <w:r>
              <w:rPr>
                <w:rFonts w:ascii="Poppins" w:hAnsi="Poppins" w:cs="Poppins"/>
                <w:sz w:val="20"/>
              </w:rPr>
              <w:t>25x49x5</w:t>
            </w:r>
            <w:r w:rsidRPr="00F12594">
              <w:rPr>
                <w:rFonts w:ascii="Poppins" w:hAnsi="Poppins" w:cs="Poppins"/>
                <w:sz w:val="20"/>
              </w:rPr>
              <w:t xml:space="preserve"> mm</w:t>
            </w:r>
          </w:p>
          <w:p w14:paraId="13F2373D" w14:textId="77777777" w:rsidR="007E2521" w:rsidRPr="00F12594" w:rsidRDefault="007E2521" w:rsidP="007E2521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76A386F" w14:textId="4E3DEB10" w:rsidR="007E2521" w:rsidRPr="00AB654C" w:rsidRDefault="007E2521" w:rsidP="007E2521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fissatubo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manuale </w:t>
            </w:r>
            <w:r>
              <w:rPr>
                <w:rFonts w:ascii="Poppins" w:hAnsi="Poppins" w:cs="Poppins"/>
                <w:b/>
                <w:sz w:val="20"/>
              </w:rPr>
              <w:t>25x49x5</w:t>
            </w:r>
            <w:r w:rsidRPr="00F12594">
              <w:rPr>
                <w:rFonts w:ascii="Poppins" w:hAnsi="Poppins" w:cs="Poppins"/>
                <w:b/>
                <w:sz w:val="20"/>
              </w:rPr>
              <w:t>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6E35B9" w14:paraId="36AA2786" w14:textId="77777777" w:rsidTr="00FD02BC">
        <w:tc>
          <w:tcPr>
            <w:tcW w:w="1311" w:type="dxa"/>
          </w:tcPr>
          <w:p w14:paraId="4DC6DADD" w14:textId="3388E158" w:rsidR="006E35B9" w:rsidRPr="00AB654C" w:rsidRDefault="006E35B9" w:rsidP="006E35B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28134464</w:t>
            </w:r>
          </w:p>
        </w:tc>
        <w:tc>
          <w:tcPr>
            <w:tcW w:w="2086" w:type="dxa"/>
          </w:tcPr>
          <w:p w14:paraId="60C736C9" w14:textId="34140A4E" w:rsidR="006E35B9" w:rsidRPr="00AB654C" w:rsidRDefault="006E35B9" w:rsidP="006E35B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Curva di supporto per tubi di diametro da 1</w:t>
            </w:r>
            <w:r>
              <w:rPr>
                <w:rFonts w:ascii="Poppins" w:hAnsi="Poppins" w:cs="Poppins"/>
                <w:sz w:val="20"/>
              </w:rPr>
              <w:t>4</w:t>
            </w:r>
            <w:r w:rsidRPr="00F12594">
              <w:rPr>
                <w:rFonts w:ascii="Poppins" w:hAnsi="Poppins" w:cs="Poppins"/>
                <w:sz w:val="20"/>
              </w:rPr>
              <w:t xml:space="preserve"> a 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F12594">
              <w:rPr>
                <w:rFonts w:ascii="Poppins" w:hAnsi="Poppins" w:cs="Poppins"/>
                <w:sz w:val="20"/>
              </w:rPr>
              <w:t xml:space="preserve"> mm</w:t>
            </w:r>
          </w:p>
        </w:tc>
        <w:tc>
          <w:tcPr>
            <w:tcW w:w="6101" w:type="dxa"/>
          </w:tcPr>
          <w:p w14:paraId="39B7AD21" w14:textId="77777777" w:rsidR="006E35B9" w:rsidRPr="00F12594" w:rsidRDefault="006E35B9" w:rsidP="006E35B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Curva di supporto in materiale </w:t>
            </w:r>
            <w:r>
              <w:rPr>
                <w:rFonts w:ascii="Poppins" w:hAnsi="Poppins" w:cs="Poppins"/>
                <w:sz w:val="20"/>
              </w:rPr>
              <w:t>PA66</w:t>
            </w:r>
            <w:r w:rsidRPr="00F12594">
              <w:rPr>
                <w:rFonts w:ascii="Poppins" w:hAnsi="Poppins" w:cs="Poppins"/>
                <w:sz w:val="20"/>
              </w:rPr>
              <w:t>, rinforzato con fibre di vetro.</w:t>
            </w:r>
          </w:p>
          <w:p w14:paraId="56799158" w14:textId="77777777" w:rsidR="006E35B9" w:rsidRPr="00F12594" w:rsidRDefault="006E35B9" w:rsidP="006E35B9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Sostiene i tubi di diametro da 14 a 17 mm alla base dei collettori.</w:t>
            </w:r>
          </w:p>
          <w:p w14:paraId="10C9CC51" w14:textId="77777777" w:rsidR="006E35B9" w:rsidRPr="00F12594" w:rsidRDefault="006E35B9" w:rsidP="006E35B9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58DA971" w14:textId="28AFEFC2" w:rsidR="006E35B9" w:rsidRPr="00AB654C" w:rsidRDefault="006E35B9" w:rsidP="006E35B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Curva di supporto per tubi di diametro da 1</w:t>
            </w:r>
            <w:r>
              <w:rPr>
                <w:rFonts w:ascii="Poppins" w:hAnsi="Poppins" w:cs="Poppins"/>
                <w:b/>
                <w:sz w:val="20"/>
              </w:rPr>
              <w:t>4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a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D29E7" w14:paraId="6997C938" w14:textId="77777777" w:rsidTr="00FD02BC">
        <w:tc>
          <w:tcPr>
            <w:tcW w:w="1311" w:type="dxa"/>
          </w:tcPr>
          <w:p w14:paraId="605DEFE9" w14:textId="0BA8B70D" w:rsidR="00AD29E7" w:rsidRPr="00F12594" w:rsidRDefault="00AD29E7" w:rsidP="00AD29E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28130074</w:t>
            </w:r>
          </w:p>
        </w:tc>
        <w:tc>
          <w:tcPr>
            <w:tcW w:w="2086" w:type="dxa"/>
          </w:tcPr>
          <w:p w14:paraId="62833068" w14:textId="77777777" w:rsidR="00AD29E7" w:rsidRPr="00F12594" w:rsidRDefault="00AD29E7" w:rsidP="00AD29E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metallica anti-ritiro</w:t>
            </w:r>
          </w:p>
          <w:p w14:paraId="5DE4F8F2" w14:textId="77777777" w:rsidR="00AD29E7" w:rsidRPr="00F12594" w:rsidRDefault="00AD29E7" w:rsidP="00AD29E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(in fogli)</w:t>
            </w:r>
          </w:p>
          <w:p w14:paraId="342F3CB9" w14:textId="77777777" w:rsidR="00AD29E7" w:rsidRPr="00F12594" w:rsidRDefault="00AD29E7" w:rsidP="00AD29E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1x2 m</w:t>
            </w:r>
          </w:p>
          <w:p w14:paraId="133952C3" w14:textId="77777777" w:rsidR="00AD29E7" w:rsidRPr="00F12594" w:rsidRDefault="00AD29E7" w:rsidP="00AD29E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1.8 mm</w:t>
            </w:r>
          </w:p>
          <w:p w14:paraId="0EC99B9C" w14:textId="77777777" w:rsidR="00AD29E7" w:rsidRPr="00F12594" w:rsidRDefault="00AD29E7" w:rsidP="00AD29E7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49E4333A" w14:textId="77777777" w:rsidR="00AD29E7" w:rsidRDefault="00AD29E7" w:rsidP="00AD29E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elettrosaldata in acciaio zincato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528E1594" w14:textId="77777777" w:rsidR="00AD29E7" w:rsidRPr="00F12594" w:rsidRDefault="00AD29E7" w:rsidP="00AD29E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FDEC2FB" w14:textId="77777777" w:rsidR="00AD29E7" w:rsidRPr="00F12594" w:rsidRDefault="00AD29E7" w:rsidP="00AD29E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1.8 mm a maglie 50x50 mm</w:t>
            </w:r>
          </w:p>
          <w:p w14:paraId="0FEAE676" w14:textId="77777777" w:rsidR="00AD29E7" w:rsidRPr="00F12594" w:rsidRDefault="00AD29E7" w:rsidP="00AD29E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Confezione da 20 fogli</w:t>
            </w:r>
          </w:p>
          <w:p w14:paraId="4197F716" w14:textId="77777777" w:rsidR="00AD29E7" w:rsidRPr="00F12594" w:rsidRDefault="00AD29E7" w:rsidP="00AD29E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40</w:t>
            </w:r>
          </w:p>
          <w:p w14:paraId="7DEEE5FF" w14:textId="77777777" w:rsidR="00AD29E7" w:rsidRPr="00F12594" w:rsidRDefault="00AD29E7" w:rsidP="00AD29E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7635A9B" w14:textId="50FA7420" w:rsidR="00AD29E7" w:rsidRPr="00F12594" w:rsidRDefault="00AD29E7" w:rsidP="00AD29E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Rete metallica anti ritiro Ø filo 1.8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D29E7" w14:paraId="35910CDB" w14:textId="77777777" w:rsidTr="00FD02BC">
        <w:tc>
          <w:tcPr>
            <w:tcW w:w="1311" w:type="dxa"/>
          </w:tcPr>
          <w:p w14:paraId="1DB25BBB" w14:textId="1AA185A0" w:rsidR="00AD29E7" w:rsidRPr="00F12594" w:rsidRDefault="00AD29E7" w:rsidP="00AD29E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28141000</w:t>
            </w:r>
          </w:p>
        </w:tc>
        <w:tc>
          <w:tcPr>
            <w:tcW w:w="2086" w:type="dxa"/>
          </w:tcPr>
          <w:p w14:paraId="419005F2" w14:textId="77777777" w:rsidR="00AD29E7" w:rsidRPr="00F12594" w:rsidRDefault="00AD29E7" w:rsidP="00AD29E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metallica anti-ritiro</w:t>
            </w:r>
          </w:p>
          <w:p w14:paraId="4D40DEF1" w14:textId="77777777" w:rsidR="00AD29E7" w:rsidRPr="00F12594" w:rsidRDefault="00AD29E7" w:rsidP="00AD29E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(in fogli)</w:t>
            </w:r>
          </w:p>
          <w:p w14:paraId="4CB5AF13" w14:textId="77777777" w:rsidR="00AD29E7" w:rsidRPr="00F12594" w:rsidRDefault="00AD29E7" w:rsidP="00AD29E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1x2 m</w:t>
            </w:r>
          </w:p>
          <w:p w14:paraId="710A387A" w14:textId="77777777" w:rsidR="00AD29E7" w:rsidRPr="00F12594" w:rsidRDefault="00AD29E7" w:rsidP="00AD29E7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3 mm</w:t>
            </w:r>
          </w:p>
          <w:p w14:paraId="30259296" w14:textId="77777777" w:rsidR="00AD29E7" w:rsidRPr="00F12594" w:rsidRDefault="00AD29E7" w:rsidP="00AD29E7">
            <w:pPr>
              <w:jc w:val="center"/>
              <w:rPr>
                <w:rFonts w:ascii="Poppins" w:hAnsi="Poppins" w:cs="Poppins"/>
                <w:sz w:val="20"/>
              </w:rPr>
            </w:pPr>
          </w:p>
          <w:p w14:paraId="5E75D5BF" w14:textId="77777777" w:rsidR="00AD29E7" w:rsidRPr="00F12594" w:rsidRDefault="00AD29E7" w:rsidP="00AD29E7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2DB6744B" w14:textId="77777777" w:rsidR="00AD29E7" w:rsidRDefault="00AD29E7" w:rsidP="00AD29E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elettrosaldata in acciaio zincato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4B983265" w14:textId="77777777" w:rsidR="00AD29E7" w:rsidRPr="00F12594" w:rsidRDefault="00AD29E7" w:rsidP="00AD29E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8D21BAB" w14:textId="77777777" w:rsidR="00AD29E7" w:rsidRPr="00F12594" w:rsidRDefault="00AD29E7" w:rsidP="00AD29E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3 mm a maglie 1000x100 mm</w:t>
            </w:r>
          </w:p>
          <w:p w14:paraId="1F7C33D5" w14:textId="77777777" w:rsidR="00AD29E7" w:rsidRPr="00F12594" w:rsidRDefault="00AD29E7" w:rsidP="00AD29E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Confezione da 15 fogli</w:t>
            </w:r>
          </w:p>
          <w:p w14:paraId="7ADD3B81" w14:textId="77777777" w:rsidR="00AD29E7" w:rsidRPr="00F12594" w:rsidRDefault="00AD29E7" w:rsidP="00AD29E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30</w:t>
            </w:r>
          </w:p>
          <w:p w14:paraId="1440CEDC" w14:textId="77777777" w:rsidR="00AD29E7" w:rsidRPr="00F12594" w:rsidRDefault="00AD29E7" w:rsidP="00AD29E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995DECB" w14:textId="154C7F4D" w:rsidR="00AD29E7" w:rsidRPr="00F12594" w:rsidRDefault="00AD29E7" w:rsidP="00AD29E7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Rete metallica anti ritiro Ø filo 3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A52AD" w14:paraId="052A7501" w14:textId="77777777" w:rsidTr="00FD02BC">
        <w:tc>
          <w:tcPr>
            <w:tcW w:w="1311" w:type="dxa"/>
          </w:tcPr>
          <w:p w14:paraId="3DC2EE35" w14:textId="25F9C3C1" w:rsidR="003A52AD" w:rsidRPr="00AB654C" w:rsidRDefault="003A52AD" w:rsidP="003A52AD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28130048</w:t>
            </w:r>
          </w:p>
        </w:tc>
        <w:tc>
          <w:tcPr>
            <w:tcW w:w="2086" w:type="dxa"/>
          </w:tcPr>
          <w:p w14:paraId="7A392EBB" w14:textId="5B09E3B9" w:rsidR="003A52AD" w:rsidRPr="00AB654C" w:rsidRDefault="003A52AD" w:rsidP="003A52AD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Feltro tessuto-non tessuto</w:t>
            </w:r>
          </w:p>
        </w:tc>
        <w:tc>
          <w:tcPr>
            <w:tcW w:w="6101" w:type="dxa"/>
          </w:tcPr>
          <w:p w14:paraId="2503687F" w14:textId="77777777" w:rsidR="003A52AD" w:rsidRDefault="003A52AD" w:rsidP="003A52A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Feltro tessuto-non tessuto in fiocco di polipropilene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0ECC9466" w14:textId="77777777" w:rsidR="003A52AD" w:rsidRPr="00F12594" w:rsidRDefault="003A52AD" w:rsidP="003A52A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965D2BD" w14:textId="77777777" w:rsidR="003A52AD" w:rsidRPr="00F12594" w:rsidRDefault="003A52AD" w:rsidP="003A52A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Spessore: 4 mm</w:t>
            </w:r>
          </w:p>
          <w:p w14:paraId="325273A7" w14:textId="77777777" w:rsidR="003A52AD" w:rsidRPr="00F12594" w:rsidRDefault="003A52AD" w:rsidP="003A52A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Grammatura: 500 g/m2</w:t>
            </w:r>
          </w:p>
          <w:p w14:paraId="202BA317" w14:textId="77777777" w:rsidR="003A52AD" w:rsidRPr="00F12594" w:rsidRDefault="003A52AD" w:rsidP="003A52A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2x25 m</w:t>
            </w:r>
          </w:p>
          <w:p w14:paraId="451C5F87" w14:textId="77777777" w:rsidR="003A52AD" w:rsidRPr="00F12594" w:rsidRDefault="003A52AD" w:rsidP="003A52A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m2/confezione: 50 </w:t>
            </w:r>
          </w:p>
          <w:p w14:paraId="6C89A465" w14:textId="77777777" w:rsidR="003A52AD" w:rsidRPr="00F12594" w:rsidRDefault="003A52AD" w:rsidP="003A52A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8C2685C" w14:textId="7774952C" w:rsidR="003A52AD" w:rsidRPr="00AB654C" w:rsidRDefault="003A52AD" w:rsidP="003A52A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Feltro tessuto – non tessuto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A52AD" w14:paraId="287026BF" w14:textId="77777777" w:rsidTr="00FD02BC">
        <w:tc>
          <w:tcPr>
            <w:tcW w:w="1311" w:type="dxa"/>
          </w:tcPr>
          <w:p w14:paraId="648BF40B" w14:textId="6196F4D2" w:rsidR="003A52AD" w:rsidRPr="00AB654C" w:rsidRDefault="003A52AD" w:rsidP="003A52AD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</w:t>
            </w:r>
            <w:r>
              <w:rPr>
                <w:rFonts w:ascii="Poppins" w:hAnsi="Poppins" w:cs="Poppins"/>
                <w:sz w:val="20"/>
              </w:rPr>
              <w:t>8130418</w:t>
            </w:r>
          </w:p>
        </w:tc>
        <w:tc>
          <w:tcPr>
            <w:tcW w:w="2086" w:type="dxa"/>
          </w:tcPr>
          <w:p w14:paraId="681E2E66" w14:textId="2E2BE8B4" w:rsidR="003A52AD" w:rsidRPr="00AB654C" w:rsidRDefault="003A52AD" w:rsidP="003A52AD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Fibre polimeriche per massetti</w:t>
            </w:r>
          </w:p>
        </w:tc>
        <w:tc>
          <w:tcPr>
            <w:tcW w:w="6101" w:type="dxa"/>
          </w:tcPr>
          <w:p w14:paraId="205C2940" w14:textId="77777777" w:rsidR="003A52AD" w:rsidRDefault="003A52AD" w:rsidP="003A52AD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Fibre polimeriche strutturali con lunghezza 30 mm studiate per migliorare le caratteristiche di resistenza a trazione dei calcestruzzi in fase post-fessurativa.</w:t>
            </w:r>
          </w:p>
          <w:p w14:paraId="0AA74EC0" w14:textId="77777777" w:rsidR="003A52AD" w:rsidRPr="00F12594" w:rsidRDefault="003A52AD" w:rsidP="003A52AD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Consentono di rinforzare il calcestruzzo tipo “terra umida”, aumentandone la duttilità e tenacità.</w:t>
            </w:r>
          </w:p>
          <w:p w14:paraId="4F84CEB3" w14:textId="77777777" w:rsidR="003A52AD" w:rsidRDefault="003A52AD" w:rsidP="003A52A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Idone</w:t>
            </w:r>
            <w:r>
              <w:rPr>
                <w:rFonts w:ascii="Poppins" w:hAnsi="Poppins" w:cs="Poppins"/>
                <w:sz w:val="20"/>
              </w:rPr>
              <w:t>e</w:t>
            </w:r>
            <w:r w:rsidRPr="00F12594">
              <w:rPr>
                <w:rFonts w:ascii="Poppins" w:hAnsi="Poppins" w:cs="Poppins"/>
                <w:sz w:val="20"/>
              </w:rPr>
              <w:t xml:space="preserve"> per </w:t>
            </w:r>
            <w:r>
              <w:rPr>
                <w:rFonts w:ascii="Poppins" w:hAnsi="Poppins" w:cs="Poppins"/>
                <w:sz w:val="20"/>
              </w:rPr>
              <w:t xml:space="preserve">la realizzazione di </w:t>
            </w:r>
            <w:r w:rsidRPr="00F12594">
              <w:rPr>
                <w:rFonts w:ascii="Poppins" w:hAnsi="Poppins" w:cs="Poppins"/>
                <w:sz w:val="20"/>
              </w:rPr>
              <w:t>massetti riscaldati.</w:t>
            </w:r>
          </w:p>
          <w:p w14:paraId="34FA96A6" w14:textId="77777777" w:rsidR="003A52AD" w:rsidRPr="00F12594" w:rsidRDefault="003A52AD" w:rsidP="003A52A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C722E2F" w14:textId="77777777" w:rsidR="003A52AD" w:rsidRPr="00F12594" w:rsidRDefault="003A52AD" w:rsidP="003A52A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Dosaggio consigliato: 1</w:t>
            </w:r>
            <w:r>
              <w:rPr>
                <w:rFonts w:ascii="Poppins" w:hAnsi="Poppins" w:cs="Poppins"/>
                <w:sz w:val="20"/>
              </w:rPr>
              <w:t>-3</w:t>
            </w:r>
            <w:r w:rsidRPr="00F12594">
              <w:rPr>
                <w:rFonts w:ascii="Poppins" w:hAnsi="Poppins" w:cs="Poppins"/>
                <w:sz w:val="20"/>
              </w:rPr>
              <w:t xml:space="preserve"> kg/m3</w:t>
            </w:r>
          </w:p>
          <w:p w14:paraId="13626651" w14:textId="77777777" w:rsidR="003A52AD" w:rsidRPr="00F12594" w:rsidRDefault="003A52AD" w:rsidP="003A52A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Conforme EN 14889-2</w:t>
            </w:r>
          </w:p>
          <w:p w14:paraId="40FBEF77" w14:textId="77777777" w:rsidR="003A52AD" w:rsidRPr="00F12594" w:rsidRDefault="003A52AD" w:rsidP="003A52A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Sacchetto da 1 kg</w:t>
            </w:r>
          </w:p>
          <w:p w14:paraId="1C1E915B" w14:textId="77777777" w:rsidR="003A52AD" w:rsidRPr="00F12594" w:rsidRDefault="003A52AD" w:rsidP="003A52A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D66B665" w14:textId="5BBB23D4" w:rsidR="003A52AD" w:rsidRPr="00AB654C" w:rsidRDefault="003A52AD" w:rsidP="003A52A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Fibre polimetriche per massetti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A52AD" w14:paraId="1A4D6D08" w14:textId="77777777" w:rsidTr="00FD02BC">
        <w:tc>
          <w:tcPr>
            <w:tcW w:w="1311" w:type="dxa"/>
          </w:tcPr>
          <w:p w14:paraId="718B2FFF" w14:textId="6609BF50" w:rsidR="003A52AD" w:rsidRPr="00AB654C" w:rsidRDefault="003A52AD" w:rsidP="003A52AD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28130037</w:t>
            </w:r>
          </w:p>
        </w:tc>
        <w:tc>
          <w:tcPr>
            <w:tcW w:w="2086" w:type="dxa"/>
          </w:tcPr>
          <w:p w14:paraId="03BD35D6" w14:textId="78D8E894" w:rsidR="003A52AD" w:rsidRPr="00AB654C" w:rsidRDefault="003A52AD" w:rsidP="003A52AD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Tassello di fissaggio</w:t>
            </w:r>
          </w:p>
        </w:tc>
        <w:tc>
          <w:tcPr>
            <w:tcW w:w="6101" w:type="dxa"/>
          </w:tcPr>
          <w:p w14:paraId="4E123345" w14:textId="77777777" w:rsidR="003A52AD" w:rsidRDefault="003A52AD" w:rsidP="003A52A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Tassello di fissaggio per foro da Ø 10 mm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2B45C060" w14:textId="77777777" w:rsidR="003A52AD" w:rsidRPr="00F12594" w:rsidRDefault="003A52AD" w:rsidP="003A52A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DF1E257" w14:textId="77777777" w:rsidR="003A52AD" w:rsidRPr="00F12594" w:rsidRDefault="003A52AD" w:rsidP="003A52A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Ø50 x L 70</w:t>
            </w:r>
          </w:p>
          <w:p w14:paraId="3384F7AD" w14:textId="77777777" w:rsidR="003A52AD" w:rsidRPr="00F12594" w:rsidRDefault="003A52AD" w:rsidP="003A52A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B3278B4" w14:textId="0F1E7A0C" w:rsidR="003A52AD" w:rsidRPr="00AB654C" w:rsidRDefault="003A52AD" w:rsidP="003A52A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 xml:space="preserve">Emmeti </w:t>
            </w:r>
            <w:r w:rsidRPr="00F12594">
              <w:rPr>
                <w:rFonts w:ascii="Poppins" w:hAnsi="Poppins" w:cs="Poppins"/>
                <w:b/>
                <w:sz w:val="20"/>
              </w:rPr>
              <w:t>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Modello Tassello di fissaggio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A52AD" w14:paraId="005F2425" w14:textId="77777777" w:rsidTr="00FD02BC">
        <w:tc>
          <w:tcPr>
            <w:tcW w:w="1311" w:type="dxa"/>
          </w:tcPr>
          <w:p w14:paraId="275C8501" w14:textId="7CC91F36" w:rsidR="003A52AD" w:rsidRPr="00AB654C" w:rsidRDefault="003A52AD" w:rsidP="003A52AD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</w:t>
            </w:r>
            <w:r>
              <w:rPr>
                <w:rFonts w:ascii="Poppins" w:hAnsi="Poppins" w:cs="Poppins"/>
                <w:sz w:val="20"/>
              </w:rPr>
              <w:t>41020</w:t>
            </w:r>
          </w:p>
        </w:tc>
        <w:tc>
          <w:tcPr>
            <w:tcW w:w="2086" w:type="dxa"/>
          </w:tcPr>
          <w:p w14:paraId="23673A93" w14:textId="28542FE6" w:rsidR="003A52AD" w:rsidRPr="00AB654C" w:rsidRDefault="003A52AD" w:rsidP="003A52AD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Foglio di copertura in polietilene</w:t>
            </w:r>
            <w:r>
              <w:rPr>
                <w:rFonts w:ascii="Poppins" w:hAnsi="Poppins" w:cs="Poppins"/>
                <w:sz w:val="20"/>
              </w:rPr>
              <w:t xml:space="preserve"> rigenerato con griglia in</w:t>
            </w:r>
            <w:r w:rsidRPr="00F12594">
              <w:rPr>
                <w:rFonts w:ascii="Poppins" w:hAnsi="Poppins" w:cs="Poppins"/>
                <w:sz w:val="20"/>
              </w:rPr>
              <w:t xml:space="preserve"> rotolo da </w:t>
            </w:r>
            <w:r>
              <w:rPr>
                <w:rFonts w:ascii="Poppins" w:hAnsi="Poppins" w:cs="Poppins"/>
                <w:sz w:val="20"/>
              </w:rPr>
              <w:t>50 m</w:t>
            </w:r>
          </w:p>
        </w:tc>
        <w:tc>
          <w:tcPr>
            <w:tcW w:w="6101" w:type="dxa"/>
          </w:tcPr>
          <w:p w14:paraId="61E4F675" w14:textId="77777777" w:rsidR="003A52AD" w:rsidRDefault="003A52AD" w:rsidP="003A52A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Foglio di copertura in polietilene</w:t>
            </w:r>
            <w:r>
              <w:rPr>
                <w:rFonts w:ascii="Poppins" w:hAnsi="Poppins" w:cs="Poppins"/>
                <w:sz w:val="20"/>
              </w:rPr>
              <w:t xml:space="preserve"> rigenerato con griglia</w:t>
            </w:r>
            <w:r w:rsidRPr="00F12594">
              <w:rPr>
                <w:rFonts w:ascii="Poppins" w:hAnsi="Poppins" w:cs="Poppins"/>
                <w:sz w:val="20"/>
              </w:rPr>
              <w:t>, spessore 0,2 mm, larghezza 2 m, ripiegato, in rotolo da 50 m.</w:t>
            </w:r>
          </w:p>
          <w:p w14:paraId="27CFDB18" w14:textId="77777777" w:rsidR="003A52AD" w:rsidRPr="00F12594" w:rsidRDefault="003A52AD" w:rsidP="003A52A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C14F378" w14:textId="77777777" w:rsidR="003A52AD" w:rsidRPr="00F12594" w:rsidRDefault="003A52AD" w:rsidP="003A52AD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100</w:t>
            </w:r>
          </w:p>
          <w:p w14:paraId="7ACD34EE" w14:textId="77777777" w:rsidR="003A52AD" w:rsidRPr="00F12594" w:rsidRDefault="003A52AD" w:rsidP="003A52AD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81B74DD" w14:textId="2D7495DC" w:rsidR="003A52AD" w:rsidRPr="00AB654C" w:rsidRDefault="003A52AD" w:rsidP="003A52A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Foglio di copertura in polietilene</w:t>
            </w:r>
            <w:r>
              <w:rPr>
                <w:rFonts w:ascii="Poppins" w:hAnsi="Poppins" w:cs="Poppins"/>
                <w:b/>
                <w:sz w:val="20"/>
              </w:rPr>
              <w:t xml:space="preserve"> rigenerato con griglia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, in rotolo da </w:t>
            </w:r>
            <w:r>
              <w:rPr>
                <w:rFonts w:ascii="Poppins" w:hAnsi="Poppins" w:cs="Poppins"/>
                <w:b/>
                <w:sz w:val="20"/>
              </w:rPr>
              <w:t>50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3A52AD" w14:paraId="0C3CAEF5" w14:textId="77777777" w:rsidTr="00FD02BC">
        <w:tc>
          <w:tcPr>
            <w:tcW w:w="1311" w:type="dxa"/>
          </w:tcPr>
          <w:p w14:paraId="5CFA5B75" w14:textId="30ECA7BA" w:rsidR="003A52AD" w:rsidRPr="00AB654C" w:rsidRDefault="003A52AD" w:rsidP="003A52AD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28130041</w:t>
            </w:r>
          </w:p>
        </w:tc>
        <w:tc>
          <w:tcPr>
            <w:tcW w:w="2086" w:type="dxa"/>
          </w:tcPr>
          <w:p w14:paraId="0B93844E" w14:textId="3BC600DB" w:rsidR="003A52AD" w:rsidRPr="00AB654C" w:rsidRDefault="003A52AD" w:rsidP="003A52AD">
            <w:pPr>
              <w:jc w:val="center"/>
              <w:rPr>
                <w:rFonts w:ascii="Poppins" w:hAnsi="Poppins" w:cs="Poppins"/>
                <w:sz w:val="20"/>
              </w:rPr>
            </w:pPr>
            <w:proofErr w:type="spellStart"/>
            <w:r w:rsidRPr="00F12594">
              <w:rPr>
                <w:rFonts w:ascii="Poppins" w:hAnsi="Poppins" w:cs="Poppins"/>
                <w:sz w:val="20"/>
              </w:rPr>
              <w:t>Svolgirotolo</w:t>
            </w:r>
            <w:proofErr w:type="spellEnd"/>
          </w:p>
        </w:tc>
        <w:tc>
          <w:tcPr>
            <w:tcW w:w="6101" w:type="dxa"/>
          </w:tcPr>
          <w:p w14:paraId="5D381FFD" w14:textId="77777777" w:rsidR="003A52AD" w:rsidRPr="00F12594" w:rsidRDefault="003A52AD" w:rsidP="003A52AD">
            <w:pPr>
              <w:jc w:val="both"/>
              <w:rPr>
                <w:rFonts w:ascii="Poppins" w:hAnsi="Poppins" w:cs="Poppins"/>
                <w:sz w:val="20"/>
              </w:rPr>
            </w:pPr>
            <w:proofErr w:type="spellStart"/>
            <w:r w:rsidRPr="00F12594">
              <w:rPr>
                <w:rFonts w:ascii="Poppins" w:hAnsi="Poppins" w:cs="Poppins"/>
                <w:sz w:val="20"/>
              </w:rPr>
              <w:t>Svolgirotolo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completamente smontabile per tubazioni 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Alpert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>, PE-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Xc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e PE-</w:t>
            </w:r>
            <w:proofErr w:type="spellStart"/>
            <w:r w:rsidRPr="00F12594">
              <w:rPr>
                <w:rFonts w:ascii="Poppins" w:hAnsi="Poppins" w:cs="Poppins"/>
                <w:sz w:val="20"/>
              </w:rPr>
              <w:t>Xa</w:t>
            </w:r>
            <w:proofErr w:type="spellEnd"/>
            <w:r w:rsidRPr="00F12594">
              <w:rPr>
                <w:rFonts w:ascii="Poppins" w:hAnsi="Poppins" w:cs="Poppins"/>
                <w:sz w:val="20"/>
              </w:rPr>
              <w:t xml:space="preserve"> per rotoli fino a 600 m.</w:t>
            </w:r>
          </w:p>
          <w:p w14:paraId="4D301728" w14:textId="77777777" w:rsidR="003A52AD" w:rsidRPr="00F12594" w:rsidRDefault="003A52AD" w:rsidP="003A52A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Misure rotoli: Ø minimo 35 cm, Ø massimo 100 cm e altezza 50 cm.</w:t>
            </w:r>
          </w:p>
          <w:p w14:paraId="48F54919" w14:textId="77777777" w:rsidR="003A52AD" w:rsidRPr="00F12594" w:rsidRDefault="003A52AD" w:rsidP="003A52A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39A29A6" w14:textId="05022FAF" w:rsidR="003A52AD" w:rsidRPr="00AB654C" w:rsidRDefault="003A52AD" w:rsidP="003A52A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</w:t>
            </w:r>
            <w:proofErr w:type="spellStart"/>
            <w:r w:rsidRPr="00F12594">
              <w:rPr>
                <w:rFonts w:ascii="Poppins" w:hAnsi="Poppins" w:cs="Poppins"/>
                <w:b/>
                <w:sz w:val="20"/>
              </w:rPr>
              <w:t>Svolgirotolo</w:t>
            </w:r>
            <w:proofErr w:type="spellEnd"/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6E35B9" w14:paraId="450AD549" w14:textId="77777777" w:rsidTr="00FD02BC">
        <w:tc>
          <w:tcPr>
            <w:tcW w:w="1311" w:type="dxa"/>
          </w:tcPr>
          <w:p w14:paraId="081639AF" w14:textId="22C41D00" w:rsidR="006E35B9" w:rsidRPr="00F12594" w:rsidRDefault="006E35B9" w:rsidP="006E35B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28130760</w:t>
            </w:r>
          </w:p>
        </w:tc>
        <w:tc>
          <w:tcPr>
            <w:tcW w:w="2086" w:type="dxa"/>
          </w:tcPr>
          <w:p w14:paraId="58995CB2" w14:textId="77777777" w:rsidR="006E35B9" w:rsidRDefault="006E35B9" w:rsidP="006E35B9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Cesoia per tubo in plastica</w:t>
            </w:r>
          </w:p>
          <w:p w14:paraId="57AFA13A" w14:textId="0E85EE63" w:rsidR="006E35B9" w:rsidRPr="00F12594" w:rsidRDefault="006E35B9" w:rsidP="006E35B9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Ø8–25</w:t>
            </w:r>
          </w:p>
        </w:tc>
        <w:tc>
          <w:tcPr>
            <w:tcW w:w="6101" w:type="dxa"/>
          </w:tcPr>
          <w:p w14:paraId="4316F7A6" w14:textId="77777777" w:rsidR="006E35B9" w:rsidRPr="00515EE8" w:rsidRDefault="006E35B9" w:rsidP="006E35B9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Cesoia per tagliare i tubi rigidi in plastica con le pareti sottile</w:t>
            </w:r>
          </w:p>
          <w:p w14:paraId="6327712C" w14:textId="77777777" w:rsidR="006E35B9" w:rsidRPr="00515EE8" w:rsidRDefault="006E35B9" w:rsidP="006E35B9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senza sbavature.</w:t>
            </w:r>
          </w:p>
          <w:p w14:paraId="7B2D84F7" w14:textId="77777777" w:rsidR="006E35B9" w:rsidRPr="00515EE8" w:rsidRDefault="006E35B9" w:rsidP="006E35B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C52EBB9" w14:textId="77777777" w:rsidR="006E35B9" w:rsidRPr="00515EE8" w:rsidRDefault="006E35B9" w:rsidP="006E35B9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Misura: Ø 8 – 25</w:t>
            </w:r>
          </w:p>
          <w:p w14:paraId="3429D294" w14:textId="77777777" w:rsidR="006E35B9" w:rsidRPr="00515EE8" w:rsidRDefault="006E35B9" w:rsidP="006E35B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7C8FFD2" w14:textId="43803E59" w:rsidR="006E35B9" w:rsidRPr="00F12594" w:rsidRDefault="006E35B9" w:rsidP="006E35B9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b/>
                <w:bCs/>
                <w:sz w:val="20"/>
              </w:rPr>
              <w:t>Marca Emmeti – Modello Cesoia per tubo in plastica Ø8–25 o equivalente.</w:t>
            </w:r>
          </w:p>
        </w:tc>
      </w:tr>
      <w:tr w:rsidR="006E35B9" w14:paraId="5B20B13B" w14:textId="77777777" w:rsidTr="00FD02BC">
        <w:tc>
          <w:tcPr>
            <w:tcW w:w="1311" w:type="dxa"/>
          </w:tcPr>
          <w:p w14:paraId="2F13D8FA" w14:textId="29E4BA38" w:rsidR="006E35B9" w:rsidRPr="00F12594" w:rsidRDefault="006E35B9" w:rsidP="006E35B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28130761</w:t>
            </w:r>
          </w:p>
        </w:tc>
        <w:tc>
          <w:tcPr>
            <w:tcW w:w="2086" w:type="dxa"/>
          </w:tcPr>
          <w:p w14:paraId="46C8C0AC" w14:textId="77777777" w:rsidR="006E35B9" w:rsidRDefault="006E35B9" w:rsidP="006E35B9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Lama di ricambio per cesoia</w:t>
            </w:r>
          </w:p>
          <w:p w14:paraId="2777BA80" w14:textId="1E946785" w:rsidR="006E35B9" w:rsidRPr="00F12594" w:rsidRDefault="006E35B9" w:rsidP="006E35B9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Ø8–25</w:t>
            </w:r>
          </w:p>
        </w:tc>
        <w:tc>
          <w:tcPr>
            <w:tcW w:w="6101" w:type="dxa"/>
          </w:tcPr>
          <w:p w14:paraId="3E541569" w14:textId="77777777" w:rsidR="006E35B9" w:rsidRPr="00515EE8" w:rsidRDefault="006E35B9" w:rsidP="006E35B9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Lama di ricambio per cesoia.</w:t>
            </w:r>
          </w:p>
          <w:p w14:paraId="3AC62A8C" w14:textId="77777777" w:rsidR="006E35B9" w:rsidRPr="00515EE8" w:rsidRDefault="006E35B9" w:rsidP="006E35B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73A8583" w14:textId="5F5B08AF" w:rsidR="006E35B9" w:rsidRPr="00F12594" w:rsidRDefault="006E35B9" w:rsidP="006E35B9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b/>
                <w:bCs/>
                <w:sz w:val="20"/>
              </w:rPr>
              <w:t>Marca Emmeti – Modello Lama di ricambio per cesoia Ø8–25 o equivalente.</w:t>
            </w:r>
          </w:p>
        </w:tc>
      </w:tr>
      <w:tr w:rsidR="006E35B9" w14:paraId="3B600373" w14:textId="77777777" w:rsidTr="00FD02BC">
        <w:tc>
          <w:tcPr>
            <w:tcW w:w="1311" w:type="dxa"/>
          </w:tcPr>
          <w:p w14:paraId="0F10A4D4" w14:textId="5AD94F42" w:rsidR="006E35B9" w:rsidRPr="00AB654C" w:rsidRDefault="006E35B9" w:rsidP="006E35B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902000</w:t>
            </w:r>
            <w:r>
              <w:rPr>
                <w:rFonts w:ascii="Poppins" w:hAnsi="Poppins" w:cs="Poppins"/>
                <w:sz w:val="20"/>
              </w:rPr>
              <w:t>40</w:t>
            </w:r>
          </w:p>
        </w:tc>
        <w:tc>
          <w:tcPr>
            <w:tcW w:w="2086" w:type="dxa"/>
          </w:tcPr>
          <w:p w14:paraId="0C9018DC" w14:textId="078012D3" w:rsidR="006E35B9" w:rsidRPr="00AB654C" w:rsidRDefault="006E35B9" w:rsidP="006E35B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Nastro adesivo Emmeti </w:t>
            </w:r>
          </w:p>
        </w:tc>
        <w:tc>
          <w:tcPr>
            <w:tcW w:w="6101" w:type="dxa"/>
          </w:tcPr>
          <w:p w14:paraId="6F2998E5" w14:textId="77777777" w:rsidR="006E35B9" w:rsidRPr="00F12594" w:rsidRDefault="006E35B9" w:rsidP="006E35B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Nastro adesivo, in rotolo, larghezza 75 mm x lunghezza 132 m</w:t>
            </w:r>
            <w:r>
              <w:rPr>
                <w:rFonts w:ascii="Poppins" w:hAnsi="Poppins" w:cs="Poppins"/>
                <w:sz w:val="20"/>
              </w:rPr>
              <w:t>.</w:t>
            </w:r>
            <w:r w:rsidRPr="00F12594">
              <w:rPr>
                <w:rFonts w:ascii="Poppins" w:hAnsi="Poppins" w:cs="Poppins"/>
                <w:sz w:val="20"/>
              </w:rPr>
              <w:t xml:space="preserve"> </w:t>
            </w:r>
          </w:p>
          <w:p w14:paraId="29DB8C8B" w14:textId="77777777" w:rsidR="006E35B9" w:rsidRPr="00F12594" w:rsidRDefault="006E35B9" w:rsidP="006E35B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2C99B84" w14:textId="66AB7401" w:rsidR="006E35B9" w:rsidRPr="00AB654C" w:rsidRDefault="006E35B9" w:rsidP="006E35B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Nastro adesivo Emmeti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58A15ECE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7C0D3" w14:textId="77777777" w:rsidR="00BE29B2" w:rsidRDefault="00BE29B2">
      <w:r>
        <w:separator/>
      </w:r>
    </w:p>
  </w:endnote>
  <w:endnote w:type="continuationSeparator" w:id="0">
    <w:p w14:paraId="1DCD5C51" w14:textId="77777777" w:rsidR="00BE29B2" w:rsidRDefault="00BE2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159B7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1E304B71" w14:textId="77777777" w:rsidTr="004706FD">
      <w:tc>
        <w:tcPr>
          <w:tcW w:w="4534" w:type="dxa"/>
        </w:tcPr>
        <w:p w14:paraId="1C8B9507" w14:textId="77777777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AB654C">
            <w:rPr>
              <w:rFonts w:ascii="Poppins" w:hAnsi="Poppins" w:cs="Poppins"/>
              <w:iCs/>
              <w:noProof/>
              <w:sz w:val="16"/>
            </w:rPr>
            <w:t>Sistema Standard Combi Floor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31E0F553" w14:textId="6E0684E3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750AD3">
            <w:rPr>
              <w:rFonts w:ascii="Poppins" w:hAnsi="Poppins" w:cs="Poppins"/>
              <w:noProof/>
              <w:sz w:val="14"/>
              <w:szCs w:val="14"/>
            </w:rPr>
            <w:t>13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3DCB032B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1BEE1BDA" wp14:editId="18AF2DAC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C3EAB" w14:textId="77777777" w:rsidR="00BE29B2" w:rsidRDefault="00BE29B2">
      <w:r>
        <w:separator/>
      </w:r>
    </w:p>
  </w:footnote>
  <w:footnote w:type="continuationSeparator" w:id="0">
    <w:p w14:paraId="7CF1EE8B" w14:textId="77777777" w:rsidR="00BE29B2" w:rsidRDefault="00BE2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014B0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0A72C648" wp14:editId="702D7BAA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30C68C50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4C01B3F3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701D93"/>
    <w:multiLevelType w:val="hybridMultilevel"/>
    <w:tmpl w:val="169CB118"/>
    <w:lvl w:ilvl="0" w:tplc="6812E17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FC670F"/>
    <w:multiLevelType w:val="hybridMultilevel"/>
    <w:tmpl w:val="CA329618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B3170B"/>
    <w:multiLevelType w:val="hybridMultilevel"/>
    <w:tmpl w:val="CB7CF2F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444B89"/>
    <w:multiLevelType w:val="hybridMultilevel"/>
    <w:tmpl w:val="19D8F2D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FA41E5"/>
    <w:multiLevelType w:val="hybridMultilevel"/>
    <w:tmpl w:val="54E674D2"/>
    <w:lvl w:ilvl="0" w:tplc="1F94BE62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C8C4962"/>
    <w:multiLevelType w:val="hybridMultilevel"/>
    <w:tmpl w:val="11FE97E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8904149">
    <w:abstractNumId w:val="12"/>
  </w:num>
  <w:num w:numId="2" w16cid:durableId="315694428">
    <w:abstractNumId w:val="11"/>
  </w:num>
  <w:num w:numId="3" w16cid:durableId="177620163">
    <w:abstractNumId w:val="4"/>
  </w:num>
  <w:num w:numId="4" w16cid:durableId="1753697594">
    <w:abstractNumId w:val="3"/>
  </w:num>
  <w:num w:numId="5" w16cid:durableId="1929653409">
    <w:abstractNumId w:val="8"/>
  </w:num>
  <w:num w:numId="6" w16cid:durableId="280841094">
    <w:abstractNumId w:val="7"/>
  </w:num>
  <w:num w:numId="7" w16cid:durableId="1659458126">
    <w:abstractNumId w:val="5"/>
  </w:num>
  <w:num w:numId="8" w16cid:durableId="2021423515">
    <w:abstractNumId w:val="7"/>
  </w:num>
  <w:num w:numId="9" w16cid:durableId="1547984273">
    <w:abstractNumId w:val="0"/>
  </w:num>
  <w:num w:numId="10" w16cid:durableId="1917396916">
    <w:abstractNumId w:val="7"/>
  </w:num>
  <w:num w:numId="11" w16cid:durableId="435098183">
    <w:abstractNumId w:val="17"/>
  </w:num>
  <w:num w:numId="12" w16cid:durableId="1647272064">
    <w:abstractNumId w:val="20"/>
  </w:num>
  <w:num w:numId="13" w16cid:durableId="2056733598">
    <w:abstractNumId w:val="16"/>
  </w:num>
  <w:num w:numId="14" w16cid:durableId="1752388135">
    <w:abstractNumId w:val="6"/>
  </w:num>
  <w:num w:numId="15" w16cid:durableId="899904182">
    <w:abstractNumId w:val="18"/>
  </w:num>
  <w:num w:numId="16" w16cid:durableId="1715078935">
    <w:abstractNumId w:val="22"/>
  </w:num>
  <w:num w:numId="17" w16cid:durableId="1701857231">
    <w:abstractNumId w:val="23"/>
  </w:num>
  <w:num w:numId="18" w16cid:durableId="9190237">
    <w:abstractNumId w:val="19"/>
  </w:num>
  <w:num w:numId="19" w16cid:durableId="1659379898">
    <w:abstractNumId w:val="1"/>
  </w:num>
  <w:num w:numId="20" w16cid:durableId="1676417895">
    <w:abstractNumId w:val="2"/>
  </w:num>
  <w:num w:numId="21" w16cid:durableId="986906923">
    <w:abstractNumId w:val="9"/>
  </w:num>
  <w:num w:numId="22" w16cid:durableId="1290938367">
    <w:abstractNumId w:val="10"/>
  </w:num>
  <w:num w:numId="23" w16cid:durableId="1477335603">
    <w:abstractNumId w:val="14"/>
  </w:num>
  <w:num w:numId="24" w16cid:durableId="1219391759">
    <w:abstractNumId w:val="21"/>
  </w:num>
  <w:num w:numId="25" w16cid:durableId="939026563">
    <w:abstractNumId w:val="24"/>
  </w:num>
  <w:num w:numId="26" w16cid:durableId="1762216695">
    <w:abstractNumId w:val="15"/>
  </w:num>
  <w:num w:numId="27" w16cid:durableId="33207751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23085"/>
    <w:rsid w:val="0005301E"/>
    <w:rsid w:val="00066F41"/>
    <w:rsid w:val="0006784D"/>
    <w:rsid w:val="0009136B"/>
    <w:rsid w:val="00093811"/>
    <w:rsid w:val="000B6932"/>
    <w:rsid w:val="000C52FA"/>
    <w:rsid w:val="000F7A52"/>
    <w:rsid w:val="00103A0D"/>
    <w:rsid w:val="001441C6"/>
    <w:rsid w:val="001450AB"/>
    <w:rsid w:val="001620E3"/>
    <w:rsid w:val="0017002B"/>
    <w:rsid w:val="00171DAE"/>
    <w:rsid w:val="00173FC4"/>
    <w:rsid w:val="001910F0"/>
    <w:rsid w:val="00195A49"/>
    <w:rsid w:val="001D365F"/>
    <w:rsid w:val="001E6403"/>
    <w:rsid w:val="001F782F"/>
    <w:rsid w:val="0023000E"/>
    <w:rsid w:val="002346C2"/>
    <w:rsid w:val="00264BCF"/>
    <w:rsid w:val="0028448D"/>
    <w:rsid w:val="002862D2"/>
    <w:rsid w:val="002B5D63"/>
    <w:rsid w:val="002D405C"/>
    <w:rsid w:val="002E396F"/>
    <w:rsid w:val="002F7EEA"/>
    <w:rsid w:val="00304518"/>
    <w:rsid w:val="0032136A"/>
    <w:rsid w:val="003333BC"/>
    <w:rsid w:val="00344430"/>
    <w:rsid w:val="003524C7"/>
    <w:rsid w:val="00357812"/>
    <w:rsid w:val="00365710"/>
    <w:rsid w:val="00372ECE"/>
    <w:rsid w:val="003A52AD"/>
    <w:rsid w:val="003D3FC3"/>
    <w:rsid w:val="003D4BE3"/>
    <w:rsid w:val="003F3088"/>
    <w:rsid w:val="004272FC"/>
    <w:rsid w:val="00433C12"/>
    <w:rsid w:val="0044592F"/>
    <w:rsid w:val="00447EFC"/>
    <w:rsid w:val="004706FD"/>
    <w:rsid w:val="00474537"/>
    <w:rsid w:val="0048382E"/>
    <w:rsid w:val="004C0939"/>
    <w:rsid w:val="004F1A26"/>
    <w:rsid w:val="00505807"/>
    <w:rsid w:val="00514A69"/>
    <w:rsid w:val="005235FA"/>
    <w:rsid w:val="00525BAE"/>
    <w:rsid w:val="00530F9B"/>
    <w:rsid w:val="005315F1"/>
    <w:rsid w:val="00536743"/>
    <w:rsid w:val="00562E55"/>
    <w:rsid w:val="00577AB2"/>
    <w:rsid w:val="00584984"/>
    <w:rsid w:val="0059306C"/>
    <w:rsid w:val="005C61B9"/>
    <w:rsid w:val="005E1169"/>
    <w:rsid w:val="006015C2"/>
    <w:rsid w:val="006040F5"/>
    <w:rsid w:val="00610639"/>
    <w:rsid w:val="00620C00"/>
    <w:rsid w:val="00663F04"/>
    <w:rsid w:val="00665813"/>
    <w:rsid w:val="006B218C"/>
    <w:rsid w:val="006B29B1"/>
    <w:rsid w:val="006C14CB"/>
    <w:rsid w:val="006D044B"/>
    <w:rsid w:val="006D4FDF"/>
    <w:rsid w:val="006D5ACC"/>
    <w:rsid w:val="006E35B9"/>
    <w:rsid w:val="006E5C4B"/>
    <w:rsid w:val="006F1812"/>
    <w:rsid w:val="006F6AB3"/>
    <w:rsid w:val="00710BB8"/>
    <w:rsid w:val="007150B5"/>
    <w:rsid w:val="00717035"/>
    <w:rsid w:val="00727388"/>
    <w:rsid w:val="0073789C"/>
    <w:rsid w:val="00745AB1"/>
    <w:rsid w:val="0074712F"/>
    <w:rsid w:val="00750AD3"/>
    <w:rsid w:val="00757AC7"/>
    <w:rsid w:val="00782096"/>
    <w:rsid w:val="007A4306"/>
    <w:rsid w:val="007B5BA3"/>
    <w:rsid w:val="007D5EC7"/>
    <w:rsid w:val="007E2521"/>
    <w:rsid w:val="007E6E02"/>
    <w:rsid w:val="007E7665"/>
    <w:rsid w:val="007F4841"/>
    <w:rsid w:val="008014DD"/>
    <w:rsid w:val="0080323F"/>
    <w:rsid w:val="00830828"/>
    <w:rsid w:val="00843B75"/>
    <w:rsid w:val="00844BBC"/>
    <w:rsid w:val="008574C8"/>
    <w:rsid w:val="00867692"/>
    <w:rsid w:val="008804CB"/>
    <w:rsid w:val="008A2C0A"/>
    <w:rsid w:val="008B5587"/>
    <w:rsid w:val="008C2F88"/>
    <w:rsid w:val="00904071"/>
    <w:rsid w:val="009059BB"/>
    <w:rsid w:val="00923354"/>
    <w:rsid w:val="00931A8A"/>
    <w:rsid w:val="0094047C"/>
    <w:rsid w:val="00942B09"/>
    <w:rsid w:val="00961E4C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216E2"/>
    <w:rsid w:val="00A3544A"/>
    <w:rsid w:val="00A612EB"/>
    <w:rsid w:val="00A62A77"/>
    <w:rsid w:val="00A72C09"/>
    <w:rsid w:val="00A743FF"/>
    <w:rsid w:val="00AB654C"/>
    <w:rsid w:val="00AC0741"/>
    <w:rsid w:val="00AD05EC"/>
    <w:rsid w:val="00AD1706"/>
    <w:rsid w:val="00AD29E7"/>
    <w:rsid w:val="00AF350C"/>
    <w:rsid w:val="00B406A9"/>
    <w:rsid w:val="00B566CF"/>
    <w:rsid w:val="00B7475F"/>
    <w:rsid w:val="00B93CD1"/>
    <w:rsid w:val="00BB0104"/>
    <w:rsid w:val="00BB2A5B"/>
    <w:rsid w:val="00BD14D8"/>
    <w:rsid w:val="00BE29B2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939B1"/>
    <w:rsid w:val="00CB1475"/>
    <w:rsid w:val="00CC31A7"/>
    <w:rsid w:val="00CE7C2F"/>
    <w:rsid w:val="00D061A5"/>
    <w:rsid w:val="00D178ED"/>
    <w:rsid w:val="00D17F30"/>
    <w:rsid w:val="00D2119B"/>
    <w:rsid w:val="00D229AF"/>
    <w:rsid w:val="00D26FD9"/>
    <w:rsid w:val="00D440AE"/>
    <w:rsid w:val="00D62BDF"/>
    <w:rsid w:val="00D832BB"/>
    <w:rsid w:val="00D902A4"/>
    <w:rsid w:val="00DA3646"/>
    <w:rsid w:val="00DD2E16"/>
    <w:rsid w:val="00DD6781"/>
    <w:rsid w:val="00DE42A9"/>
    <w:rsid w:val="00DE5C0B"/>
    <w:rsid w:val="00E07577"/>
    <w:rsid w:val="00E17A38"/>
    <w:rsid w:val="00E36C49"/>
    <w:rsid w:val="00E42389"/>
    <w:rsid w:val="00E50A22"/>
    <w:rsid w:val="00E5632D"/>
    <w:rsid w:val="00E64288"/>
    <w:rsid w:val="00E81AE1"/>
    <w:rsid w:val="00E94BE3"/>
    <w:rsid w:val="00EA01C8"/>
    <w:rsid w:val="00EB33B9"/>
    <w:rsid w:val="00EC29FF"/>
    <w:rsid w:val="00ED24CF"/>
    <w:rsid w:val="00EE6BAC"/>
    <w:rsid w:val="00EF73E5"/>
    <w:rsid w:val="00F50F65"/>
    <w:rsid w:val="00F53758"/>
    <w:rsid w:val="00F60A08"/>
    <w:rsid w:val="00FB38D4"/>
    <w:rsid w:val="00FB586B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6B64EB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FDA74-D424-4D61-B34F-6C2F95638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13</Pages>
  <Words>2754</Words>
  <Characters>15704</Characters>
  <Application>Microsoft Office Word</Application>
  <DocSecurity>0</DocSecurity>
  <Lines>130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18422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7</cp:revision>
  <cp:lastPrinted>2013-11-14T13:48:00Z</cp:lastPrinted>
  <dcterms:created xsi:type="dcterms:W3CDTF">2025-01-15T15:33:00Z</dcterms:created>
  <dcterms:modified xsi:type="dcterms:W3CDTF">2025-01-16T08:56:00Z</dcterms:modified>
</cp:coreProperties>
</file>